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CA6EF" w14:textId="223BD631" w:rsidR="004D36D7" w:rsidRPr="00FD4A68" w:rsidRDefault="004F0D2C" w:rsidP="00B47940">
      <w:pPr>
        <w:pStyle w:val="Title"/>
        <w:rPr>
          <w:rStyle w:val="LabTitleInstVersred"/>
          <w:b/>
          <w:color w:val="auto"/>
        </w:rPr>
      </w:pPr>
      <w:sdt>
        <w:sdtPr>
          <w:rPr>
            <w:b w:val="0"/>
            <w:color w:val="EE0000"/>
          </w:rPr>
          <w:alias w:val="Title"/>
          <w:tag w:val=""/>
          <w:id w:val="-487021785"/>
          <w:placeholder>
            <w:docPart w:val="1604762DF8A34E70A4EA46C29180DDE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C74A4">
            <w:t>Packet Tracer - Use LLDP to Map a Network</w:t>
          </w:r>
        </w:sdtContent>
      </w:sdt>
    </w:p>
    <w:p w14:paraId="1A774FFB" w14:textId="77777777" w:rsidR="001D6BC0" w:rsidRPr="00BB73FF" w:rsidRDefault="001D6BC0" w:rsidP="001D6BC0">
      <w:pPr>
        <w:pStyle w:val="Heading1"/>
      </w:pPr>
      <w:r w:rsidRPr="00BB73FF">
        <w:t>Addressing Table</w:t>
      </w:r>
    </w:p>
    <w:tbl>
      <w:tblPr>
        <w:tblW w:w="1008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able containing device hostnames, interfaces, addresses and subnet masks and information about connected devices. You can record your answers in the cells that are marked as &quot;blank&quot;."/>
      </w:tblPr>
      <w:tblGrid>
        <w:gridCol w:w="2343"/>
        <w:gridCol w:w="1530"/>
        <w:gridCol w:w="1800"/>
        <w:gridCol w:w="1983"/>
        <w:gridCol w:w="2427"/>
      </w:tblGrid>
      <w:tr w:rsidR="001D6BC0" w14:paraId="1623F14B" w14:textId="77777777" w:rsidTr="009974B3">
        <w:trPr>
          <w:cantSplit/>
          <w:tblHeader/>
          <w:jc w:val="center"/>
        </w:trPr>
        <w:tc>
          <w:tcPr>
            <w:tcW w:w="234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6E44168A" w14:textId="77777777" w:rsidR="001D6BC0" w:rsidRPr="00E87D62" w:rsidRDefault="001D6BC0" w:rsidP="00907A29">
            <w:pPr>
              <w:pStyle w:val="TableHeading"/>
            </w:pPr>
            <w:r w:rsidRPr="00E87D62">
              <w:t>Device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5219B7A" w14:textId="77777777" w:rsidR="001D6BC0" w:rsidRPr="00E87D62" w:rsidRDefault="001D6BC0" w:rsidP="00907A29">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35566E2A" w14:textId="77777777" w:rsidR="001D6BC0" w:rsidRPr="00E87D62" w:rsidRDefault="001D6BC0" w:rsidP="00907A29">
            <w:pPr>
              <w:pStyle w:val="TableHeading"/>
            </w:pPr>
            <w:r w:rsidRPr="00E87D62">
              <w:t>IP Address</w:t>
            </w:r>
          </w:p>
        </w:tc>
        <w:tc>
          <w:tcPr>
            <w:tcW w:w="198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FCD08BD" w14:textId="77777777" w:rsidR="001D6BC0" w:rsidRPr="00E87D62" w:rsidRDefault="001D6BC0" w:rsidP="00907A29">
            <w:pPr>
              <w:pStyle w:val="TableHeading"/>
            </w:pPr>
            <w:r w:rsidRPr="00E87D62">
              <w:t>Subnet Mask</w:t>
            </w:r>
          </w:p>
        </w:tc>
        <w:tc>
          <w:tcPr>
            <w:tcW w:w="24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07D51F71" w14:textId="77777777" w:rsidR="001D6BC0" w:rsidRPr="00E87D62" w:rsidRDefault="001D6BC0" w:rsidP="00907A29">
            <w:pPr>
              <w:pStyle w:val="TableHeading"/>
            </w:pPr>
            <w:r>
              <w:t>Local Interface and Connected Neighbor</w:t>
            </w:r>
          </w:p>
        </w:tc>
      </w:tr>
      <w:tr w:rsidR="001D6BC0" w14:paraId="55479B15" w14:textId="77777777" w:rsidTr="00BC74A4">
        <w:trPr>
          <w:cantSplit/>
          <w:jc w:val="center"/>
        </w:trPr>
        <w:tc>
          <w:tcPr>
            <w:tcW w:w="2343" w:type="dxa"/>
            <w:tcBorders>
              <w:bottom w:val="nil"/>
            </w:tcBorders>
            <w:vAlign w:val="center"/>
          </w:tcPr>
          <w:p w14:paraId="7BEC8968" w14:textId="77777777" w:rsidR="001D6BC0" w:rsidRPr="00840FC2" w:rsidRDefault="00BC74A4" w:rsidP="00907A29">
            <w:pPr>
              <w:pStyle w:val="TableText"/>
            </w:pPr>
            <w:r>
              <w:t>Edge</w:t>
            </w:r>
          </w:p>
        </w:tc>
        <w:tc>
          <w:tcPr>
            <w:tcW w:w="1530" w:type="dxa"/>
            <w:vAlign w:val="bottom"/>
          </w:tcPr>
          <w:p w14:paraId="3C605FB4" w14:textId="77777777" w:rsidR="001D6BC0" w:rsidRDefault="001D6BC0" w:rsidP="00907A29">
            <w:pPr>
              <w:pStyle w:val="TableText"/>
            </w:pPr>
            <w:r>
              <w:t>G0/0</w:t>
            </w:r>
          </w:p>
        </w:tc>
        <w:tc>
          <w:tcPr>
            <w:tcW w:w="1800" w:type="dxa"/>
            <w:vAlign w:val="bottom"/>
          </w:tcPr>
          <w:p w14:paraId="58445F38" w14:textId="77777777" w:rsidR="001D6BC0" w:rsidRDefault="001D6BC0" w:rsidP="00907A29">
            <w:pPr>
              <w:pStyle w:val="TableText"/>
            </w:pPr>
            <w:r>
              <w:t>192.168.1.1</w:t>
            </w:r>
          </w:p>
        </w:tc>
        <w:tc>
          <w:tcPr>
            <w:tcW w:w="1983" w:type="dxa"/>
            <w:vAlign w:val="bottom"/>
          </w:tcPr>
          <w:p w14:paraId="5205D796" w14:textId="77777777" w:rsidR="001D6BC0" w:rsidRDefault="001D6BC0" w:rsidP="00907A29">
            <w:pPr>
              <w:pStyle w:val="TableText"/>
            </w:pPr>
            <w:r>
              <w:t>255.255.255.0</w:t>
            </w:r>
          </w:p>
        </w:tc>
        <w:tc>
          <w:tcPr>
            <w:tcW w:w="2427" w:type="dxa"/>
          </w:tcPr>
          <w:p w14:paraId="452C7314" w14:textId="1CE85204" w:rsidR="00DC514B" w:rsidRPr="00DC514B" w:rsidRDefault="00DC514B" w:rsidP="00DC514B">
            <w:pPr>
              <w:pStyle w:val="ConfigWindow"/>
            </w:pPr>
            <w:r w:rsidRPr="00DC514B">
              <w:t>Blank</w:t>
            </w:r>
          </w:p>
        </w:tc>
      </w:tr>
      <w:tr w:rsidR="00DC514B" w14:paraId="2D80509C" w14:textId="77777777" w:rsidTr="00237D44">
        <w:trPr>
          <w:cantSplit/>
          <w:jc w:val="center"/>
        </w:trPr>
        <w:tc>
          <w:tcPr>
            <w:tcW w:w="2343" w:type="dxa"/>
            <w:tcBorders>
              <w:top w:val="nil"/>
            </w:tcBorders>
            <w:vAlign w:val="center"/>
          </w:tcPr>
          <w:p w14:paraId="37156625" w14:textId="77777777" w:rsidR="00DC514B" w:rsidRDefault="00DC514B" w:rsidP="00DC514B">
            <w:pPr>
              <w:pStyle w:val="ConfigWindow"/>
            </w:pPr>
            <w:r>
              <w:t>Edge</w:t>
            </w:r>
          </w:p>
        </w:tc>
        <w:tc>
          <w:tcPr>
            <w:tcW w:w="1530" w:type="dxa"/>
            <w:vAlign w:val="bottom"/>
          </w:tcPr>
          <w:p w14:paraId="4AFC7A66" w14:textId="77777777" w:rsidR="00DC514B" w:rsidRDefault="00DC514B" w:rsidP="00DC514B">
            <w:pPr>
              <w:pStyle w:val="TableText"/>
            </w:pPr>
            <w:r>
              <w:t>S0/0/0</w:t>
            </w:r>
          </w:p>
        </w:tc>
        <w:tc>
          <w:tcPr>
            <w:tcW w:w="1800" w:type="dxa"/>
          </w:tcPr>
          <w:p w14:paraId="52F0768B" w14:textId="1D3F678B" w:rsidR="00DC514B" w:rsidRPr="00485111" w:rsidRDefault="00DC514B" w:rsidP="00DC514B">
            <w:pPr>
              <w:pStyle w:val="ConfigWindow"/>
              <w:rPr>
                <w:rStyle w:val="AnswerGray"/>
              </w:rPr>
            </w:pPr>
            <w:r w:rsidRPr="002E4170">
              <w:t>Blank</w:t>
            </w:r>
          </w:p>
        </w:tc>
        <w:tc>
          <w:tcPr>
            <w:tcW w:w="1983" w:type="dxa"/>
          </w:tcPr>
          <w:p w14:paraId="6E008404" w14:textId="13591CCC" w:rsidR="00DC514B" w:rsidRPr="00DC514B" w:rsidRDefault="00DC514B" w:rsidP="00DC514B">
            <w:pPr>
              <w:pStyle w:val="ConfigWindow"/>
              <w:spacing w:before="60" w:after="60"/>
              <w:rPr>
                <w:rStyle w:val="AnswerGray"/>
                <w:szCs w:val="20"/>
              </w:rPr>
            </w:pPr>
            <w:r w:rsidRPr="00DC514B">
              <w:rPr>
                <w:sz w:val="20"/>
                <w:szCs w:val="20"/>
              </w:rPr>
              <w:t>Blank</w:t>
            </w:r>
          </w:p>
        </w:tc>
        <w:tc>
          <w:tcPr>
            <w:tcW w:w="2427" w:type="dxa"/>
          </w:tcPr>
          <w:p w14:paraId="24D57F45" w14:textId="77777777" w:rsidR="00DC514B" w:rsidRDefault="00DC514B" w:rsidP="00DC514B">
            <w:pPr>
              <w:pStyle w:val="TableText"/>
            </w:pPr>
            <w:r>
              <w:t>S0/0/0 - ISP</w:t>
            </w:r>
          </w:p>
        </w:tc>
      </w:tr>
      <w:tr w:rsidR="00DC514B" w14:paraId="3181930D" w14:textId="77777777" w:rsidTr="001E10D0">
        <w:trPr>
          <w:cantSplit/>
          <w:jc w:val="center"/>
        </w:trPr>
        <w:tc>
          <w:tcPr>
            <w:tcW w:w="2343" w:type="dxa"/>
          </w:tcPr>
          <w:p w14:paraId="2EA142A5" w14:textId="736BF8AF" w:rsidR="00DC514B" w:rsidRPr="00656753" w:rsidRDefault="00DC514B" w:rsidP="00DC514B">
            <w:pPr>
              <w:pStyle w:val="ConfigWindow"/>
              <w:rPr>
                <w:rStyle w:val="AnswerGray"/>
              </w:rPr>
            </w:pPr>
            <w:r w:rsidRPr="00532394">
              <w:t>Blank</w:t>
            </w:r>
          </w:p>
        </w:tc>
        <w:tc>
          <w:tcPr>
            <w:tcW w:w="1530" w:type="dxa"/>
            <w:vAlign w:val="bottom"/>
          </w:tcPr>
          <w:p w14:paraId="7B8682D6" w14:textId="77777777" w:rsidR="00DC514B" w:rsidRDefault="00DC514B" w:rsidP="00DC514B">
            <w:pPr>
              <w:pStyle w:val="TableText"/>
            </w:pPr>
            <w:r>
              <w:t>SVI</w:t>
            </w:r>
          </w:p>
        </w:tc>
        <w:tc>
          <w:tcPr>
            <w:tcW w:w="1800" w:type="dxa"/>
            <w:vAlign w:val="bottom"/>
          </w:tcPr>
          <w:p w14:paraId="72565635" w14:textId="77777777" w:rsidR="00DC514B" w:rsidRDefault="00DC514B" w:rsidP="00DC514B">
            <w:pPr>
              <w:pStyle w:val="TableText"/>
            </w:pPr>
            <w:r>
              <w:t>192.168.1.2</w:t>
            </w:r>
          </w:p>
        </w:tc>
        <w:tc>
          <w:tcPr>
            <w:tcW w:w="1983" w:type="dxa"/>
          </w:tcPr>
          <w:p w14:paraId="753622DE" w14:textId="4EF72ADC" w:rsidR="00DC514B" w:rsidRPr="00DC514B" w:rsidRDefault="00DC514B" w:rsidP="00DC514B">
            <w:pPr>
              <w:pStyle w:val="ConfigWindow"/>
              <w:spacing w:before="60" w:after="60"/>
              <w:rPr>
                <w:rStyle w:val="AnswerGray"/>
                <w:szCs w:val="20"/>
              </w:rPr>
            </w:pPr>
            <w:r w:rsidRPr="00DC514B">
              <w:rPr>
                <w:sz w:val="20"/>
                <w:szCs w:val="20"/>
              </w:rPr>
              <w:t>Blank</w:t>
            </w:r>
          </w:p>
        </w:tc>
        <w:tc>
          <w:tcPr>
            <w:tcW w:w="2427" w:type="dxa"/>
          </w:tcPr>
          <w:p w14:paraId="38E482FA" w14:textId="77777777" w:rsidR="00DC514B" w:rsidRPr="00BC74A4" w:rsidRDefault="00DC514B" w:rsidP="00DC514B">
            <w:pPr>
              <w:pStyle w:val="ConfigWindow"/>
            </w:pPr>
            <w:r w:rsidRPr="00BC74A4">
              <w:t>blank</w:t>
            </w:r>
          </w:p>
        </w:tc>
      </w:tr>
      <w:tr w:rsidR="00DC514B" w14:paraId="5103F40C" w14:textId="77777777" w:rsidTr="001E10D0">
        <w:trPr>
          <w:cantSplit/>
          <w:jc w:val="center"/>
        </w:trPr>
        <w:tc>
          <w:tcPr>
            <w:tcW w:w="2343" w:type="dxa"/>
          </w:tcPr>
          <w:p w14:paraId="52F33895" w14:textId="26C14802" w:rsidR="00DC514B" w:rsidRPr="00840FC2" w:rsidRDefault="00DC514B" w:rsidP="00DC514B">
            <w:pPr>
              <w:pStyle w:val="ConfigWindow"/>
            </w:pPr>
            <w:r w:rsidRPr="00532394">
              <w:t>Blank</w:t>
            </w:r>
          </w:p>
        </w:tc>
        <w:tc>
          <w:tcPr>
            <w:tcW w:w="1530" w:type="dxa"/>
            <w:vAlign w:val="bottom"/>
          </w:tcPr>
          <w:p w14:paraId="57CE8452" w14:textId="77777777" w:rsidR="00DC514B" w:rsidRDefault="00DC514B" w:rsidP="00DC514B">
            <w:pPr>
              <w:pStyle w:val="TableText"/>
            </w:pPr>
            <w:r>
              <w:t>G0/0</w:t>
            </w:r>
          </w:p>
        </w:tc>
        <w:tc>
          <w:tcPr>
            <w:tcW w:w="1800" w:type="dxa"/>
            <w:vAlign w:val="bottom"/>
          </w:tcPr>
          <w:p w14:paraId="28B70F9D" w14:textId="77777777" w:rsidR="00DC514B" w:rsidRDefault="00DC514B" w:rsidP="00DC514B">
            <w:pPr>
              <w:pStyle w:val="TableText"/>
            </w:pPr>
            <w:r>
              <w:t>209.165.200.10</w:t>
            </w:r>
          </w:p>
        </w:tc>
        <w:tc>
          <w:tcPr>
            <w:tcW w:w="1983" w:type="dxa"/>
          </w:tcPr>
          <w:p w14:paraId="11DEBB00" w14:textId="19933E3F" w:rsidR="00DC514B" w:rsidRPr="00DC514B" w:rsidRDefault="00DC514B" w:rsidP="00DC514B">
            <w:pPr>
              <w:pStyle w:val="ConfigWindow"/>
              <w:spacing w:before="60" w:after="60"/>
              <w:rPr>
                <w:rStyle w:val="AnswerGray"/>
                <w:szCs w:val="20"/>
              </w:rPr>
            </w:pPr>
            <w:r w:rsidRPr="00DC514B">
              <w:rPr>
                <w:sz w:val="20"/>
                <w:szCs w:val="20"/>
              </w:rPr>
              <w:t>Blank</w:t>
            </w:r>
          </w:p>
        </w:tc>
        <w:tc>
          <w:tcPr>
            <w:tcW w:w="2427" w:type="dxa"/>
          </w:tcPr>
          <w:p w14:paraId="28B8B4FC" w14:textId="77777777" w:rsidR="00DC514B" w:rsidRDefault="00DC514B" w:rsidP="00DC514B">
            <w:pPr>
              <w:pStyle w:val="TableText"/>
            </w:pPr>
            <w:r>
              <w:t>G0/0 - ISP</w:t>
            </w:r>
          </w:p>
        </w:tc>
      </w:tr>
      <w:tr w:rsidR="00DC514B" w14:paraId="5E58FF6B" w14:textId="77777777" w:rsidTr="001E10D0">
        <w:trPr>
          <w:cantSplit/>
          <w:jc w:val="center"/>
        </w:trPr>
        <w:tc>
          <w:tcPr>
            <w:tcW w:w="2343" w:type="dxa"/>
          </w:tcPr>
          <w:p w14:paraId="1FB65BA9" w14:textId="36D0AC61" w:rsidR="00DC514B" w:rsidRPr="00485111" w:rsidRDefault="00DC514B" w:rsidP="00DC514B">
            <w:pPr>
              <w:pStyle w:val="ConfigWindow"/>
              <w:rPr>
                <w:rStyle w:val="AnswerGray"/>
              </w:rPr>
            </w:pPr>
            <w:r w:rsidRPr="00532394">
              <w:t>Blank</w:t>
            </w:r>
          </w:p>
        </w:tc>
        <w:tc>
          <w:tcPr>
            <w:tcW w:w="1530" w:type="dxa"/>
          </w:tcPr>
          <w:p w14:paraId="31E71A11" w14:textId="4353CC32" w:rsidR="00DC514B" w:rsidRPr="00485111" w:rsidRDefault="00DC514B" w:rsidP="00DC514B">
            <w:pPr>
              <w:pStyle w:val="ConfigWindow"/>
              <w:rPr>
                <w:rStyle w:val="AnswerGray"/>
              </w:rPr>
            </w:pPr>
            <w:r w:rsidRPr="000A2C24">
              <w:t>Blank</w:t>
            </w:r>
          </w:p>
        </w:tc>
        <w:tc>
          <w:tcPr>
            <w:tcW w:w="1800" w:type="dxa"/>
          </w:tcPr>
          <w:p w14:paraId="09DFD672" w14:textId="007A5216" w:rsidR="00DC514B" w:rsidRPr="00485111" w:rsidRDefault="00DC514B" w:rsidP="00DC514B">
            <w:pPr>
              <w:pStyle w:val="ConfigWindow"/>
              <w:rPr>
                <w:rStyle w:val="AnswerGray"/>
              </w:rPr>
            </w:pPr>
            <w:r w:rsidRPr="00B1196D">
              <w:t>Blank</w:t>
            </w:r>
          </w:p>
        </w:tc>
        <w:tc>
          <w:tcPr>
            <w:tcW w:w="1983" w:type="dxa"/>
          </w:tcPr>
          <w:p w14:paraId="6B3285D7" w14:textId="46C8847E" w:rsidR="00DC514B" w:rsidRPr="00DC514B" w:rsidRDefault="00DC514B" w:rsidP="00DC514B">
            <w:pPr>
              <w:pStyle w:val="ConfigWindow"/>
              <w:spacing w:before="60" w:after="60"/>
              <w:rPr>
                <w:rStyle w:val="AnswerGray"/>
                <w:szCs w:val="20"/>
              </w:rPr>
            </w:pPr>
            <w:r w:rsidRPr="00DC514B">
              <w:rPr>
                <w:sz w:val="20"/>
                <w:szCs w:val="20"/>
              </w:rPr>
              <w:t>Blank</w:t>
            </w:r>
          </w:p>
        </w:tc>
        <w:tc>
          <w:tcPr>
            <w:tcW w:w="2427" w:type="dxa"/>
          </w:tcPr>
          <w:p w14:paraId="0C456C50" w14:textId="31E9131A" w:rsidR="00DC514B" w:rsidRPr="00485111" w:rsidRDefault="00DC514B" w:rsidP="00DC514B">
            <w:pPr>
              <w:pStyle w:val="ConfigWindow"/>
              <w:rPr>
                <w:rStyle w:val="AnswerGray"/>
              </w:rPr>
            </w:pPr>
            <w:r w:rsidRPr="006F56DB">
              <w:t>Blank</w:t>
            </w:r>
          </w:p>
        </w:tc>
      </w:tr>
      <w:tr w:rsidR="00DC514B" w14:paraId="26D168A6" w14:textId="77777777" w:rsidTr="001E10D0">
        <w:trPr>
          <w:cantSplit/>
          <w:jc w:val="center"/>
        </w:trPr>
        <w:tc>
          <w:tcPr>
            <w:tcW w:w="2343" w:type="dxa"/>
          </w:tcPr>
          <w:p w14:paraId="174B9B38" w14:textId="70F53A88" w:rsidR="00DC514B" w:rsidRPr="00485111" w:rsidRDefault="00DC514B" w:rsidP="00DC514B">
            <w:pPr>
              <w:pStyle w:val="ConfigWindow"/>
              <w:rPr>
                <w:rStyle w:val="AnswerGray"/>
              </w:rPr>
            </w:pPr>
            <w:r w:rsidRPr="00532394">
              <w:t>Blank</w:t>
            </w:r>
          </w:p>
        </w:tc>
        <w:tc>
          <w:tcPr>
            <w:tcW w:w="1530" w:type="dxa"/>
          </w:tcPr>
          <w:p w14:paraId="4A8E63AC" w14:textId="66F064A0" w:rsidR="00DC514B" w:rsidRPr="00485111" w:rsidRDefault="00DC514B" w:rsidP="00DC514B">
            <w:pPr>
              <w:pStyle w:val="ConfigWindow"/>
              <w:rPr>
                <w:rStyle w:val="AnswerGray"/>
              </w:rPr>
            </w:pPr>
            <w:r w:rsidRPr="000A2C24">
              <w:t>Blank</w:t>
            </w:r>
          </w:p>
        </w:tc>
        <w:tc>
          <w:tcPr>
            <w:tcW w:w="1800" w:type="dxa"/>
          </w:tcPr>
          <w:p w14:paraId="53929D64" w14:textId="29129829" w:rsidR="00DC514B" w:rsidRPr="00485111" w:rsidRDefault="00DC514B" w:rsidP="00DC514B">
            <w:pPr>
              <w:pStyle w:val="ConfigWindow"/>
              <w:rPr>
                <w:rStyle w:val="AnswerGray"/>
              </w:rPr>
            </w:pPr>
            <w:r w:rsidRPr="00B1196D">
              <w:t>Blank</w:t>
            </w:r>
          </w:p>
        </w:tc>
        <w:tc>
          <w:tcPr>
            <w:tcW w:w="1983" w:type="dxa"/>
          </w:tcPr>
          <w:p w14:paraId="3AACF259" w14:textId="4370B5CB" w:rsidR="00DC514B" w:rsidRPr="00DC514B" w:rsidRDefault="00DC514B" w:rsidP="00DC514B">
            <w:pPr>
              <w:pStyle w:val="ConfigWindow"/>
              <w:spacing w:before="60" w:after="60"/>
              <w:rPr>
                <w:rStyle w:val="AnswerGray"/>
                <w:szCs w:val="20"/>
              </w:rPr>
            </w:pPr>
            <w:r w:rsidRPr="00DC514B">
              <w:rPr>
                <w:sz w:val="20"/>
                <w:szCs w:val="20"/>
              </w:rPr>
              <w:t>Blank</w:t>
            </w:r>
          </w:p>
        </w:tc>
        <w:tc>
          <w:tcPr>
            <w:tcW w:w="2427" w:type="dxa"/>
          </w:tcPr>
          <w:p w14:paraId="17DA2530" w14:textId="5A0A2D29" w:rsidR="00DC514B" w:rsidRPr="00485111" w:rsidRDefault="00DC514B" w:rsidP="00DC514B">
            <w:pPr>
              <w:pStyle w:val="ConfigWindow"/>
              <w:rPr>
                <w:rStyle w:val="AnswerGray"/>
              </w:rPr>
            </w:pPr>
            <w:r w:rsidRPr="006F56DB">
              <w:t>Blank</w:t>
            </w:r>
          </w:p>
        </w:tc>
      </w:tr>
      <w:tr w:rsidR="00DC514B" w14:paraId="58E832B6" w14:textId="77777777" w:rsidTr="001E10D0">
        <w:trPr>
          <w:cantSplit/>
          <w:jc w:val="center"/>
        </w:trPr>
        <w:tc>
          <w:tcPr>
            <w:tcW w:w="2343" w:type="dxa"/>
          </w:tcPr>
          <w:p w14:paraId="4AA86359" w14:textId="69F91C98" w:rsidR="00DC514B" w:rsidRPr="00485111" w:rsidRDefault="00DC514B" w:rsidP="00DC514B">
            <w:pPr>
              <w:pStyle w:val="ConfigWindow"/>
              <w:rPr>
                <w:rStyle w:val="AnswerGray"/>
              </w:rPr>
            </w:pPr>
            <w:r w:rsidRPr="00532394">
              <w:t>Blank</w:t>
            </w:r>
          </w:p>
        </w:tc>
        <w:tc>
          <w:tcPr>
            <w:tcW w:w="1530" w:type="dxa"/>
          </w:tcPr>
          <w:p w14:paraId="38F82C44" w14:textId="5A9907C8" w:rsidR="00DC514B" w:rsidRPr="00485111" w:rsidRDefault="00DC514B" w:rsidP="00DC514B">
            <w:pPr>
              <w:pStyle w:val="ConfigWindow"/>
              <w:rPr>
                <w:rStyle w:val="AnswerGray"/>
              </w:rPr>
            </w:pPr>
            <w:r w:rsidRPr="000A2C24">
              <w:t>Blank</w:t>
            </w:r>
          </w:p>
        </w:tc>
        <w:tc>
          <w:tcPr>
            <w:tcW w:w="1800" w:type="dxa"/>
          </w:tcPr>
          <w:p w14:paraId="23C70BDD" w14:textId="233BAB7D" w:rsidR="00DC514B" w:rsidRPr="00485111" w:rsidRDefault="00DC514B" w:rsidP="00DC514B">
            <w:pPr>
              <w:pStyle w:val="ConfigWindow"/>
              <w:rPr>
                <w:rStyle w:val="AnswerGray"/>
              </w:rPr>
            </w:pPr>
            <w:r w:rsidRPr="00B1196D">
              <w:t>Blank</w:t>
            </w:r>
          </w:p>
        </w:tc>
        <w:tc>
          <w:tcPr>
            <w:tcW w:w="1983" w:type="dxa"/>
          </w:tcPr>
          <w:p w14:paraId="261EEAFD" w14:textId="1C54E1DA" w:rsidR="00DC514B" w:rsidRPr="00DC514B" w:rsidRDefault="00DC514B" w:rsidP="00DC514B">
            <w:pPr>
              <w:pStyle w:val="ConfigWindow"/>
              <w:spacing w:before="60" w:after="60"/>
              <w:rPr>
                <w:rStyle w:val="AnswerGray"/>
                <w:szCs w:val="20"/>
              </w:rPr>
            </w:pPr>
            <w:r w:rsidRPr="00DC514B">
              <w:rPr>
                <w:sz w:val="20"/>
                <w:szCs w:val="20"/>
              </w:rPr>
              <w:t>Blank</w:t>
            </w:r>
          </w:p>
        </w:tc>
        <w:tc>
          <w:tcPr>
            <w:tcW w:w="2427" w:type="dxa"/>
          </w:tcPr>
          <w:p w14:paraId="0B29AD40" w14:textId="0B44559C" w:rsidR="00DC514B" w:rsidRPr="00485111" w:rsidRDefault="00DC514B" w:rsidP="00DC514B">
            <w:pPr>
              <w:pStyle w:val="ConfigWindow"/>
              <w:rPr>
                <w:rStyle w:val="AnswerGray"/>
              </w:rPr>
            </w:pPr>
            <w:r w:rsidRPr="006F56DB">
              <w:t>Blank</w:t>
            </w:r>
          </w:p>
        </w:tc>
      </w:tr>
      <w:tr w:rsidR="00DC514B" w14:paraId="675DC44D" w14:textId="77777777" w:rsidTr="001E10D0">
        <w:trPr>
          <w:cantSplit/>
          <w:jc w:val="center"/>
        </w:trPr>
        <w:tc>
          <w:tcPr>
            <w:tcW w:w="2343" w:type="dxa"/>
          </w:tcPr>
          <w:p w14:paraId="5EEE4E60" w14:textId="45659063" w:rsidR="00DC514B" w:rsidRDefault="00DC514B" w:rsidP="00DC514B">
            <w:pPr>
              <w:pStyle w:val="ConfigWindow"/>
              <w:rPr>
                <w:rStyle w:val="AnswerGray"/>
              </w:rPr>
            </w:pPr>
            <w:r w:rsidRPr="00532394">
              <w:t>Blank</w:t>
            </w:r>
          </w:p>
        </w:tc>
        <w:tc>
          <w:tcPr>
            <w:tcW w:w="1530" w:type="dxa"/>
          </w:tcPr>
          <w:p w14:paraId="7741A60B" w14:textId="2ED1AD45" w:rsidR="00DC514B" w:rsidRPr="00656753" w:rsidRDefault="00DC514B" w:rsidP="00DC514B">
            <w:pPr>
              <w:pStyle w:val="ConfigWindow"/>
              <w:rPr>
                <w:rStyle w:val="AnswerGray"/>
              </w:rPr>
            </w:pPr>
            <w:r w:rsidRPr="000A2C24">
              <w:t>Blank</w:t>
            </w:r>
          </w:p>
        </w:tc>
        <w:tc>
          <w:tcPr>
            <w:tcW w:w="1800" w:type="dxa"/>
          </w:tcPr>
          <w:p w14:paraId="2C8BE6CA" w14:textId="711394F0" w:rsidR="00DC514B" w:rsidRPr="00656753" w:rsidRDefault="00DC514B" w:rsidP="00DC514B">
            <w:pPr>
              <w:pStyle w:val="ConfigWindow"/>
              <w:rPr>
                <w:rStyle w:val="AnswerGray"/>
              </w:rPr>
            </w:pPr>
            <w:r w:rsidRPr="00B1196D">
              <w:t>Blank</w:t>
            </w:r>
          </w:p>
        </w:tc>
        <w:tc>
          <w:tcPr>
            <w:tcW w:w="1983" w:type="dxa"/>
          </w:tcPr>
          <w:p w14:paraId="0E21915A" w14:textId="02E672A7" w:rsidR="00DC514B" w:rsidRPr="00DC514B" w:rsidDel="002D4ADB" w:rsidRDefault="00DC514B" w:rsidP="00DC514B">
            <w:pPr>
              <w:pStyle w:val="ConfigWindow"/>
              <w:spacing w:before="60" w:after="60"/>
              <w:rPr>
                <w:rStyle w:val="AnswerGray"/>
                <w:szCs w:val="20"/>
              </w:rPr>
            </w:pPr>
            <w:r w:rsidRPr="00DC514B">
              <w:rPr>
                <w:sz w:val="20"/>
                <w:szCs w:val="20"/>
              </w:rPr>
              <w:t>Blank</w:t>
            </w:r>
          </w:p>
        </w:tc>
        <w:tc>
          <w:tcPr>
            <w:tcW w:w="2427" w:type="dxa"/>
          </w:tcPr>
          <w:p w14:paraId="38D1E57D" w14:textId="09ACF78C" w:rsidR="00DC514B" w:rsidRPr="00BC74A4" w:rsidRDefault="00DC514B" w:rsidP="00DC514B">
            <w:pPr>
              <w:pStyle w:val="ConfigWindow"/>
            </w:pPr>
            <w:r w:rsidRPr="006F56DB">
              <w:t>Blank</w:t>
            </w:r>
          </w:p>
        </w:tc>
      </w:tr>
      <w:tr w:rsidR="00DC514B" w14:paraId="7433E07A" w14:textId="77777777" w:rsidTr="001E10D0">
        <w:trPr>
          <w:cantSplit/>
          <w:jc w:val="center"/>
        </w:trPr>
        <w:tc>
          <w:tcPr>
            <w:tcW w:w="2343" w:type="dxa"/>
          </w:tcPr>
          <w:p w14:paraId="13409A4A" w14:textId="76064D3E" w:rsidR="00DC514B" w:rsidRPr="00485111" w:rsidRDefault="00DC514B" w:rsidP="00DC514B">
            <w:pPr>
              <w:pStyle w:val="ConfigWindow"/>
              <w:rPr>
                <w:rStyle w:val="AnswerGray"/>
              </w:rPr>
            </w:pPr>
            <w:r w:rsidRPr="00532394">
              <w:t>Blank</w:t>
            </w:r>
          </w:p>
        </w:tc>
        <w:tc>
          <w:tcPr>
            <w:tcW w:w="1530" w:type="dxa"/>
          </w:tcPr>
          <w:p w14:paraId="306BB3F8" w14:textId="034CFB08" w:rsidR="00DC514B" w:rsidRPr="00485111" w:rsidRDefault="00DC514B" w:rsidP="00DC514B">
            <w:pPr>
              <w:pStyle w:val="ConfigWindow"/>
              <w:rPr>
                <w:rStyle w:val="AnswerGray"/>
              </w:rPr>
            </w:pPr>
            <w:r w:rsidRPr="000A2C24">
              <w:t>Blank</w:t>
            </w:r>
          </w:p>
        </w:tc>
        <w:tc>
          <w:tcPr>
            <w:tcW w:w="1800" w:type="dxa"/>
          </w:tcPr>
          <w:p w14:paraId="2EE3F594" w14:textId="672D545A" w:rsidR="00DC514B" w:rsidRPr="00485111" w:rsidRDefault="00DC514B" w:rsidP="00DC514B">
            <w:pPr>
              <w:pStyle w:val="ConfigWindow"/>
              <w:rPr>
                <w:rStyle w:val="AnswerGray"/>
              </w:rPr>
            </w:pPr>
            <w:r w:rsidRPr="00B1196D">
              <w:t>Blank</w:t>
            </w:r>
          </w:p>
        </w:tc>
        <w:tc>
          <w:tcPr>
            <w:tcW w:w="1983" w:type="dxa"/>
          </w:tcPr>
          <w:p w14:paraId="7A51095A" w14:textId="0AA4584A" w:rsidR="00DC514B" w:rsidRPr="00DC514B" w:rsidRDefault="00DC514B" w:rsidP="00DC514B">
            <w:pPr>
              <w:pStyle w:val="ConfigWindow"/>
              <w:spacing w:before="60" w:after="60"/>
              <w:rPr>
                <w:rStyle w:val="AnswerGray"/>
                <w:szCs w:val="20"/>
              </w:rPr>
            </w:pPr>
            <w:r w:rsidRPr="00DC514B">
              <w:rPr>
                <w:sz w:val="20"/>
                <w:szCs w:val="20"/>
              </w:rPr>
              <w:t>Blank</w:t>
            </w:r>
          </w:p>
        </w:tc>
        <w:tc>
          <w:tcPr>
            <w:tcW w:w="2427" w:type="dxa"/>
          </w:tcPr>
          <w:p w14:paraId="11E0B2B1" w14:textId="0BBD099F" w:rsidR="00DC514B" w:rsidRPr="00485111" w:rsidRDefault="00DC514B" w:rsidP="00DC514B">
            <w:pPr>
              <w:pStyle w:val="ConfigWindow"/>
              <w:rPr>
                <w:rStyle w:val="AnswerGray"/>
              </w:rPr>
            </w:pPr>
            <w:r w:rsidRPr="006F56DB">
              <w:t>Blank</w:t>
            </w:r>
          </w:p>
        </w:tc>
      </w:tr>
      <w:tr w:rsidR="00DC514B" w14:paraId="7E099E9E" w14:textId="77777777" w:rsidTr="001E10D0">
        <w:trPr>
          <w:cantSplit/>
          <w:jc w:val="center"/>
        </w:trPr>
        <w:tc>
          <w:tcPr>
            <w:tcW w:w="2343" w:type="dxa"/>
          </w:tcPr>
          <w:p w14:paraId="0537A0A9" w14:textId="0262D26D" w:rsidR="00DC514B" w:rsidRDefault="00DC514B" w:rsidP="00DC514B">
            <w:pPr>
              <w:pStyle w:val="ConfigWindow"/>
              <w:rPr>
                <w:rStyle w:val="AnswerGray"/>
              </w:rPr>
            </w:pPr>
            <w:r w:rsidRPr="00532394">
              <w:t>Blank</w:t>
            </w:r>
          </w:p>
        </w:tc>
        <w:tc>
          <w:tcPr>
            <w:tcW w:w="1530" w:type="dxa"/>
          </w:tcPr>
          <w:p w14:paraId="421B1C15" w14:textId="2EE9FAD9" w:rsidR="00DC514B" w:rsidRDefault="00DC514B" w:rsidP="00DC514B">
            <w:pPr>
              <w:pStyle w:val="ConfigWindow"/>
              <w:rPr>
                <w:rStyle w:val="AnswerGray"/>
              </w:rPr>
            </w:pPr>
            <w:r w:rsidRPr="000A2C24">
              <w:t>Blank</w:t>
            </w:r>
          </w:p>
        </w:tc>
        <w:tc>
          <w:tcPr>
            <w:tcW w:w="1800" w:type="dxa"/>
          </w:tcPr>
          <w:p w14:paraId="25111D4F" w14:textId="04FA09F3" w:rsidR="00DC514B" w:rsidRPr="005E16AF" w:rsidDel="007C2FBE" w:rsidRDefault="00DC514B" w:rsidP="00DC514B">
            <w:pPr>
              <w:pStyle w:val="ConfigWindow"/>
              <w:rPr>
                <w:rStyle w:val="AnswerGray"/>
              </w:rPr>
            </w:pPr>
            <w:r w:rsidRPr="00B1196D">
              <w:t>Blank</w:t>
            </w:r>
          </w:p>
        </w:tc>
        <w:tc>
          <w:tcPr>
            <w:tcW w:w="1983" w:type="dxa"/>
          </w:tcPr>
          <w:p w14:paraId="1C9E24B6" w14:textId="5285778D" w:rsidR="00DC514B" w:rsidRPr="00DC514B" w:rsidDel="007C2FBE" w:rsidRDefault="00DC514B" w:rsidP="00DC514B">
            <w:pPr>
              <w:pStyle w:val="ConfigWindow"/>
              <w:spacing w:before="60" w:after="60"/>
              <w:rPr>
                <w:rStyle w:val="AnswerGray"/>
                <w:szCs w:val="20"/>
              </w:rPr>
            </w:pPr>
            <w:r w:rsidRPr="00DC514B">
              <w:rPr>
                <w:sz w:val="20"/>
                <w:szCs w:val="20"/>
              </w:rPr>
              <w:t>Blank</w:t>
            </w:r>
          </w:p>
        </w:tc>
        <w:tc>
          <w:tcPr>
            <w:tcW w:w="2427" w:type="dxa"/>
          </w:tcPr>
          <w:p w14:paraId="79F318C1" w14:textId="6410F3D4" w:rsidR="00DC514B" w:rsidRDefault="00DC514B" w:rsidP="00DC514B">
            <w:pPr>
              <w:pStyle w:val="ConfigWindow"/>
              <w:rPr>
                <w:rStyle w:val="AnswerGray"/>
              </w:rPr>
            </w:pPr>
            <w:r w:rsidRPr="006F56DB">
              <w:t>Blank</w:t>
            </w:r>
          </w:p>
        </w:tc>
      </w:tr>
      <w:tr w:rsidR="00DC514B" w14:paraId="7F3909B1" w14:textId="77777777" w:rsidTr="001E10D0">
        <w:trPr>
          <w:cantSplit/>
          <w:jc w:val="center"/>
        </w:trPr>
        <w:tc>
          <w:tcPr>
            <w:tcW w:w="2343" w:type="dxa"/>
          </w:tcPr>
          <w:p w14:paraId="52171300" w14:textId="4819BFFD" w:rsidR="00DC514B" w:rsidRDefault="00DC514B" w:rsidP="00DC514B">
            <w:pPr>
              <w:pStyle w:val="ConfigWindow"/>
              <w:rPr>
                <w:rStyle w:val="AnswerGray"/>
              </w:rPr>
            </w:pPr>
            <w:r w:rsidRPr="00532394">
              <w:t>Blank</w:t>
            </w:r>
          </w:p>
        </w:tc>
        <w:tc>
          <w:tcPr>
            <w:tcW w:w="1530" w:type="dxa"/>
          </w:tcPr>
          <w:p w14:paraId="5A40CDBA" w14:textId="4FDA2849" w:rsidR="00DC514B" w:rsidRDefault="00DC514B" w:rsidP="00DC514B">
            <w:pPr>
              <w:pStyle w:val="ConfigWindow"/>
              <w:rPr>
                <w:rStyle w:val="AnswerGray"/>
              </w:rPr>
            </w:pPr>
            <w:r w:rsidRPr="000A2C24">
              <w:t>Blank</w:t>
            </w:r>
          </w:p>
        </w:tc>
        <w:tc>
          <w:tcPr>
            <w:tcW w:w="1800" w:type="dxa"/>
          </w:tcPr>
          <w:p w14:paraId="0321338A" w14:textId="7F39ACCA" w:rsidR="00DC514B" w:rsidRDefault="00DC514B" w:rsidP="00DC514B">
            <w:pPr>
              <w:pStyle w:val="ConfigWindow"/>
              <w:rPr>
                <w:rStyle w:val="AnswerGray"/>
              </w:rPr>
            </w:pPr>
            <w:r w:rsidRPr="00B1196D">
              <w:t>Blank</w:t>
            </w:r>
          </w:p>
        </w:tc>
        <w:tc>
          <w:tcPr>
            <w:tcW w:w="1983" w:type="dxa"/>
          </w:tcPr>
          <w:p w14:paraId="2BC2D5E1" w14:textId="1E79F38C" w:rsidR="00DC514B" w:rsidRPr="00DC514B" w:rsidRDefault="00DC514B" w:rsidP="00DC514B">
            <w:pPr>
              <w:pStyle w:val="ConfigWindow"/>
              <w:spacing w:before="60" w:after="60"/>
              <w:rPr>
                <w:rStyle w:val="AnswerGray"/>
                <w:szCs w:val="20"/>
              </w:rPr>
            </w:pPr>
            <w:r w:rsidRPr="00DC514B">
              <w:rPr>
                <w:sz w:val="20"/>
                <w:szCs w:val="20"/>
              </w:rPr>
              <w:t>Blank</w:t>
            </w:r>
          </w:p>
        </w:tc>
        <w:tc>
          <w:tcPr>
            <w:tcW w:w="2427" w:type="dxa"/>
          </w:tcPr>
          <w:p w14:paraId="6C93DAAD" w14:textId="7BF44F92" w:rsidR="00DC514B" w:rsidRPr="005E16AF" w:rsidDel="002D4ADB" w:rsidRDefault="00DC514B" w:rsidP="00DC514B">
            <w:pPr>
              <w:pStyle w:val="ConfigWindow"/>
              <w:rPr>
                <w:rStyle w:val="AnswerGray"/>
              </w:rPr>
            </w:pPr>
            <w:r w:rsidRPr="006F56DB">
              <w:t>Blank</w:t>
            </w:r>
          </w:p>
        </w:tc>
      </w:tr>
      <w:tr w:rsidR="00DC514B" w14:paraId="10B611AE" w14:textId="77777777" w:rsidTr="001E10D0">
        <w:trPr>
          <w:cantSplit/>
          <w:jc w:val="center"/>
        </w:trPr>
        <w:tc>
          <w:tcPr>
            <w:tcW w:w="2343" w:type="dxa"/>
          </w:tcPr>
          <w:p w14:paraId="4A35CC67" w14:textId="24A6C6D9" w:rsidR="00DC514B" w:rsidRDefault="00DC514B" w:rsidP="00DC514B">
            <w:pPr>
              <w:pStyle w:val="ConfigWindow"/>
              <w:rPr>
                <w:rStyle w:val="AnswerGray"/>
              </w:rPr>
            </w:pPr>
            <w:r w:rsidRPr="00532394">
              <w:t>Blank</w:t>
            </w:r>
          </w:p>
        </w:tc>
        <w:tc>
          <w:tcPr>
            <w:tcW w:w="1530" w:type="dxa"/>
          </w:tcPr>
          <w:p w14:paraId="0CEF6410" w14:textId="15193EC2" w:rsidR="00DC514B" w:rsidRPr="00656753" w:rsidDel="002D4ADB" w:rsidRDefault="00DC514B" w:rsidP="00DC514B">
            <w:pPr>
              <w:pStyle w:val="ConfigWindow"/>
              <w:rPr>
                <w:rStyle w:val="AnswerGray"/>
              </w:rPr>
            </w:pPr>
            <w:r w:rsidRPr="000A2C24">
              <w:t>Blank</w:t>
            </w:r>
          </w:p>
        </w:tc>
        <w:tc>
          <w:tcPr>
            <w:tcW w:w="1800" w:type="dxa"/>
          </w:tcPr>
          <w:p w14:paraId="56DE68B7" w14:textId="318B92C2" w:rsidR="00DC514B" w:rsidRPr="00656753" w:rsidRDefault="00DC514B" w:rsidP="00DC514B">
            <w:pPr>
              <w:pStyle w:val="ConfigWindow"/>
              <w:rPr>
                <w:rStyle w:val="AnswerGray"/>
              </w:rPr>
            </w:pPr>
            <w:r w:rsidRPr="00B1196D">
              <w:t>Blank</w:t>
            </w:r>
          </w:p>
        </w:tc>
        <w:tc>
          <w:tcPr>
            <w:tcW w:w="1983" w:type="dxa"/>
          </w:tcPr>
          <w:p w14:paraId="2D642972" w14:textId="3B7B7CF4" w:rsidR="00DC514B" w:rsidRPr="00DC514B" w:rsidDel="002D4ADB" w:rsidRDefault="00DC514B" w:rsidP="00DC514B">
            <w:pPr>
              <w:pStyle w:val="ConfigWindow"/>
              <w:spacing w:before="60" w:after="60"/>
              <w:rPr>
                <w:rStyle w:val="AnswerGray"/>
                <w:szCs w:val="20"/>
              </w:rPr>
            </w:pPr>
            <w:r w:rsidRPr="00DC514B">
              <w:rPr>
                <w:sz w:val="20"/>
                <w:szCs w:val="20"/>
              </w:rPr>
              <w:t>Blank</w:t>
            </w:r>
          </w:p>
        </w:tc>
        <w:tc>
          <w:tcPr>
            <w:tcW w:w="2427" w:type="dxa"/>
          </w:tcPr>
          <w:p w14:paraId="7696C2A4" w14:textId="4704D7FE" w:rsidR="00DC514B" w:rsidRPr="00BC74A4" w:rsidDel="002D4ADB" w:rsidRDefault="00DC514B" w:rsidP="00DC514B">
            <w:pPr>
              <w:pStyle w:val="ConfigWindow"/>
            </w:pPr>
            <w:r w:rsidRPr="006F56DB">
              <w:t>Blank</w:t>
            </w:r>
          </w:p>
        </w:tc>
      </w:tr>
      <w:tr w:rsidR="00DC514B" w14:paraId="7898959A" w14:textId="77777777" w:rsidTr="001E10D0">
        <w:trPr>
          <w:cantSplit/>
          <w:jc w:val="center"/>
        </w:trPr>
        <w:tc>
          <w:tcPr>
            <w:tcW w:w="2343" w:type="dxa"/>
          </w:tcPr>
          <w:p w14:paraId="33D0FCAE" w14:textId="52EF8B1E" w:rsidR="00DC514B" w:rsidRDefault="00DC514B" w:rsidP="00DC514B">
            <w:pPr>
              <w:pStyle w:val="ConfigWindow"/>
              <w:rPr>
                <w:rStyle w:val="AnswerGray"/>
              </w:rPr>
            </w:pPr>
            <w:r w:rsidRPr="00532394">
              <w:t>Blank</w:t>
            </w:r>
          </w:p>
        </w:tc>
        <w:tc>
          <w:tcPr>
            <w:tcW w:w="1530" w:type="dxa"/>
          </w:tcPr>
          <w:p w14:paraId="737A6916" w14:textId="2660F135" w:rsidR="00DC514B" w:rsidRPr="005E16AF" w:rsidDel="002D4ADB" w:rsidRDefault="00DC514B" w:rsidP="00DC514B">
            <w:pPr>
              <w:pStyle w:val="ConfigWindow"/>
              <w:rPr>
                <w:rStyle w:val="AnswerGray"/>
              </w:rPr>
            </w:pPr>
            <w:r w:rsidRPr="000A2C24">
              <w:t>Blank</w:t>
            </w:r>
          </w:p>
        </w:tc>
        <w:tc>
          <w:tcPr>
            <w:tcW w:w="1800" w:type="dxa"/>
          </w:tcPr>
          <w:p w14:paraId="3A1E74F1" w14:textId="0D182883" w:rsidR="00DC514B" w:rsidRDefault="00DC514B" w:rsidP="00DC514B">
            <w:pPr>
              <w:pStyle w:val="ConfigWindow"/>
              <w:rPr>
                <w:rStyle w:val="AnswerGray"/>
              </w:rPr>
            </w:pPr>
            <w:r w:rsidRPr="00B1196D">
              <w:t>Blank</w:t>
            </w:r>
          </w:p>
        </w:tc>
        <w:tc>
          <w:tcPr>
            <w:tcW w:w="1983" w:type="dxa"/>
          </w:tcPr>
          <w:p w14:paraId="3D791672" w14:textId="35C7AD6A" w:rsidR="00DC514B" w:rsidRPr="00DC514B" w:rsidDel="002D4ADB" w:rsidRDefault="00DC514B" w:rsidP="00DC514B">
            <w:pPr>
              <w:pStyle w:val="ConfigWindow"/>
              <w:spacing w:before="60" w:after="60"/>
              <w:rPr>
                <w:rStyle w:val="AnswerGray"/>
                <w:szCs w:val="20"/>
              </w:rPr>
            </w:pPr>
            <w:r w:rsidRPr="00DC514B">
              <w:rPr>
                <w:sz w:val="20"/>
                <w:szCs w:val="20"/>
              </w:rPr>
              <w:t>Blank</w:t>
            </w:r>
          </w:p>
        </w:tc>
        <w:tc>
          <w:tcPr>
            <w:tcW w:w="2427" w:type="dxa"/>
          </w:tcPr>
          <w:p w14:paraId="695EE589" w14:textId="4B8607AE" w:rsidR="00DC514B" w:rsidRPr="005E16AF" w:rsidDel="002D4ADB" w:rsidRDefault="00DC514B" w:rsidP="00DC514B">
            <w:pPr>
              <w:pStyle w:val="ConfigWindow"/>
              <w:rPr>
                <w:rStyle w:val="AnswerGray"/>
              </w:rPr>
            </w:pPr>
            <w:r w:rsidRPr="006F56DB">
              <w:t>Blank</w:t>
            </w:r>
          </w:p>
        </w:tc>
      </w:tr>
      <w:tr w:rsidR="00DC514B" w14:paraId="2D63CE66" w14:textId="77777777" w:rsidTr="001E10D0">
        <w:trPr>
          <w:cantSplit/>
          <w:jc w:val="center"/>
        </w:trPr>
        <w:tc>
          <w:tcPr>
            <w:tcW w:w="2343" w:type="dxa"/>
          </w:tcPr>
          <w:p w14:paraId="10B0372D" w14:textId="33EAF4C9" w:rsidR="00DC514B" w:rsidRPr="00485111" w:rsidRDefault="00DC514B" w:rsidP="00DC514B">
            <w:pPr>
              <w:pStyle w:val="ConfigWindow"/>
              <w:rPr>
                <w:rStyle w:val="AnswerGray"/>
              </w:rPr>
            </w:pPr>
            <w:r w:rsidRPr="00532394">
              <w:t>Blank</w:t>
            </w:r>
          </w:p>
        </w:tc>
        <w:tc>
          <w:tcPr>
            <w:tcW w:w="1530" w:type="dxa"/>
          </w:tcPr>
          <w:p w14:paraId="53416122" w14:textId="0532E2CC" w:rsidR="00DC514B" w:rsidRPr="00485111" w:rsidRDefault="00DC514B" w:rsidP="00DC514B">
            <w:pPr>
              <w:pStyle w:val="ConfigWindow"/>
              <w:rPr>
                <w:rStyle w:val="AnswerGray"/>
              </w:rPr>
            </w:pPr>
            <w:r w:rsidRPr="000A2C24">
              <w:t>Blank</w:t>
            </w:r>
          </w:p>
        </w:tc>
        <w:tc>
          <w:tcPr>
            <w:tcW w:w="1800" w:type="dxa"/>
          </w:tcPr>
          <w:p w14:paraId="0E384081" w14:textId="39F3EF71" w:rsidR="00DC514B" w:rsidRPr="00485111" w:rsidRDefault="00DC514B" w:rsidP="00DC514B">
            <w:pPr>
              <w:pStyle w:val="ConfigWindow"/>
              <w:rPr>
                <w:rStyle w:val="AnswerGray"/>
              </w:rPr>
            </w:pPr>
            <w:r w:rsidRPr="00B1196D">
              <w:t>Blank</w:t>
            </w:r>
          </w:p>
        </w:tc>
        <w:tc>
          <w:tcPr>
            <w:tcW w:w="1983" w:type="dxa"/>
          </w:tcPr>
          <w:p w14:paraId="1F0F3E9A" w14:textId="6F76AE90" w:rsidR="00DC514B" w:rsidRPr="00DC514B" w:rsidRDefault="00DC514B" w:rsidP="00DC514B">
            <w:pPr>
              <w:pStyle w:val="ConfigWindow"/>
              <w:spacing w:before="60" w:after="60"/>
              <w:rPr>
                <w:rStyle w:val="AnswerGray"/>
                <w:szCs w:val="20"/>
              </w:rPr>
            </w:pPr>
            <w:r w:rsidRPr="00DC514B">
              <w:rPr>
                <w:sz w:val="20"/>
                <w:szCs w:val="20"/>
              </w:rPr>
              <w:t>Blank</w:t>
            </w:r>
          </w:p>
        </w:tc>
        <w:tc>
          <w:tcPr>
            <w:tcW w:w="2427" w:type="dxa"/>
          </w:tcPr>
          <w:p w14:paraId="26E15417" w14:textId="36714BC9" w:rsidR="00DC514B" w:rsidRPr="00485111" w:rsidRDefault="00DC514B" w:rsidP="00DC514B">
            <w:pPr>
              <w:pStyle w:val="ConfigWindow"/>
              <w:rPr>
                <w:rStyle w:val="AnswerGray"/>
              </w:rPr>
            </w:pPr>
            <w:r w:rsidRPr="006F56DB">
              <w:t>Blank</w:t>
            </w:r>
          </w:p>
        </w:tc>
      </w:tr>
      <w:tr w:rsidR="00DC514B" w14:paraId="2BC2F96C" w14:textId="77777777" w:rsidTr="001E10D0">
        <w:trPr>
          <w:cantSplit/>
          <w:jc w:val="center"/>
        </w:trPr>
        <w:tc>
          <w:tcPr>
            <w:tcW w:w="2343" w:type="dxa"/>
          </w:tcPr>
          <w:p w14:paraId="68F1E2F0" w14:textId="1E2F2D01" w:rsidR="00DC514B" w:rsidRDefault="00DC514B" w:rsidP="00DC514B">
            <w:pPr>
              <w:pStyle w:val="ConfigWindow"/>
              <w:rPr>
                <w:rStyle w:val="AnswerGray"/>
              </w:rPr>
            </w:pPr>
            <w:r w:rsidRPr="00532394">
              <w:t>Blank</w:t>
            </w:r>
          </w:p>
        </w:tc>
        <w:tc>
          <w:tcPr>
            <w:tcW w:w="1530" w:type="dxa"/>
          </w:tcPr>
          <w:p w14:paraId="229C00C2" w14:textId="2CAFAF18" w:rsidR="00DC514B" w:rsidRPr="00656753" w:rsidDel="002D4ADB" w:rsidRDefault="00DC514B" w:rsidP="00DC514B">
            <w:pPr>
              <w:pStyle w:val="ConfigWindow"/>
              <w:rPr>
                <w:rStyle w:val="AnswerGray"/>
              </w:rPr>
            </w:pPr>
            <w:r w:rsidRPr="000A2C24">
              <w:t>Blank</w:t>
            </w:r>
          </w:p>
        </w:tc>
        <w:tc>
          <w:tcPr>
            <w:tcW w:w="1800" w:type="dxa"/>
          </w:tcPr>
          <w:p w14:paraId="55D5D7B6" w14:textId="470F6981" w:rsidR="00DC514B" w:rsidRPr="00656753" w:rsidRDefault="00DC514B" w:rsidP="00DC514B">
            <w:pPr>
              <w:pStyle w:val="ConfigWindow"/>
              <w:rPr>
                <w:rStyle w:val="AnswerGray"/>
              </w:rPr>
            </w:pPr>
            <w:r w:rsidRPr="00B1196D">
              <w:t>Blank</w:t>
            </w:r>
          </w:p>
        </w:tc>
        <w:tc>
          <w:tcPr>
            <w:tcW w:w="1983" w:type="dxa"/>
          </w:tcPr>
          <w:p w14:paraId="07C134AA" w14:textId="0B0B35C6" w:rsidR="00DC514B" w:rsidRPr="00DC514B" w:rsidDel="002D4ADB" w:rsidRDefault="00DC514B" w:rsidP="00DC514B">
            <w:pPr>
              <w:pStyle w:val="ConfigWindow"/>
              <w:spacing w:before="60" w:after="60"/>
              <w:rPr>
                <w:rStyle w:val="AnswerGray"/>
                <w:szCs w:val="20"/>
              </w:rPr>
            </w:pPr>
            <w:r w:rsidRPr="00DC514B">
              <w:rPr>
                <w:sz w:val="20"/>
                <w:szCs w:val="20"/>
              </w:rPr>
              <w:t>Blank</w:t>
            </w:r>
          </w:p>
        </w:tc>
        <w:tc>
          <w:tcPr>
            <w:tcW w:w="2427" w:type="dxa"/>
          </w:tcPr>
          <w:p w14:paraId="1A0E258B" w14:textId="319F5399" w:rsidR="00DC514B" w:rsidRPr="005E16AF" w:rsidDel="002D4ADB" w:rsidRDefault="00DC514B" w:rsidP="00DC514B">
            <w:pPr>
              <w:pStyle w:val="ConfigWindow"/>
              <w:rPr>
                <w:rStyle w:val="AnswerGray"/>
              </w:rPr>
            </w:pPr>
            <w:r w:rsidRPr="006F56DB">
              <w:t>Blank</w:t>
            </w:r>
          </w:p>
        </w:tc>
      </w:tr>
      <w:tr w:rsidR="00DC514B" w14:paraId="07533970" w14:textId="77777777" w:rsidTr="001E10D0">
        <w:trPr>
          <w:cantSplit/>
          <w:jc w:val="center"/>
        </w:trPr>
        <w:tc>
          <w:tcPr>
            <w:tcW w:w="2343" w:type="dxa"/>
          </w:tcPr>
          <w:p w14:paraId="71E7795A" w14:textId="73CC7732" w:rsidR="00DC514B" w:rsidRPr="00485111" w:rsidRDefault="00DC514B" w:rsidP="00DC514B">
            <w:pPr>
              <w:pStyle w:val="ConfigWindow"/>
              <w:rPr>
                <w:rStyle w:val="AnswerGray"/>
              </w:rPr>
            </w:pPr>
            <w:r w:rsidRPr="00532394">
              <w:t>Blank</w:t>
            </w:r>
          </w:p>
        </w:tc>
        <w:tc>
          <w:tcPr>
            <w:tcW w:w="1530" w:type="dxa"/>
          </w:tcPr>
          <w:p w14:paraId="582758B8" w14:textId="386AFBD1" w:rsidR="00DC514B" w:rsidRPr="00485111" w:rsidRDefault="00DC514B" w:rsidP="00DC514B">
            <w:pPr>
              <w:pStyle w:val="ConfigWindow"/>
              <w:rPr>
                <w:rStyle w:val="AnswerGray"/>
              </w:rPr>
            </w:pPr>
            <w:r w:rsidRPr="000A2C24">
              <w:t>Blank</w:t>
            </w:r>
          </w:p>
        </w:tc>
        <w:tc>
          <w:tcPr>
            <w:tcW w:w="1800" w:type="dxa"/>
          </w:tcPr>
          <w:p w14:paraId="788381C0" w14:textId="3EC6B803" w:rsidR="00DC514B" w:rsidRPr="00485111" w:rsidRDefault="00DC514B" w:rsidP="00DC514B">
            <w:pPr>
              <w:pStyle w:val="ConfigWindow"/>
              <w:rPr>
                <w:rStyle w:val="AnswerGray"/>
              </w:rPr>
            </w:pPr>
            <w:r w:rsidRPr="00B1196D">
              <w:t>Blank</w:t>
            </w:r>
          </w:p>
        </w:tc>
        <w:tc>
          <w:tcPr>
            <w:tcW w:w="1983" w:type="dxa"/>
          </w:tcPr>
          <w:p w14:paraId="6815AD11" w14:textId="40352B34" w:rsidR="00DC514B" w:rsidRPr="00DC514B" w:rsidRDefault="00DC514B" w:rsidP="00DC514B">
            <w:pPr>
              <w:pStyle w:val="ConfigWindow"/>
              <w:spacing w:before="60" w:after="60"/>
              <w:rPr>
                <w:rStyle w:val="AnswerGray"/>
                <w:szCs w:val="20"/>
              </w:rPr>
            </w:pPr>
            <w:r w:rsidRPr="00DC514B">
              <w:rPr>
                <w:sz w:val="20"/>
                <w:szCs w:val="20"/>
              </w:rPr>
              <w:t>Blank</w:t>
            </w:r>
          </w:p>
        </w:tc>
        <w:tc>
          <w:tcPr>
            <w:tcW w:w="2427" w:type="dxa"/>
          </w:tcPr>
          <w:p w14:paraId="229D4B01" w14:textId="46DADB60" w:rsidR="00DC514B" w:rsidRPr="00485111" w:rsidRDefault="00DC514B" w:rsidP="00DC514B">
            <w:pPr>
              <w:pStyle w:val="ConfigWindow"/>
              <w:rPr>
                <w:rStyle w:val="AnswerGray"/>
              </w:rPr>
            </w:pPr>
            <w:r w:rsidRPr="006F56DB">
              <w:t>Blank</w:t>
            </w:r>
          </w:p>
        </w:tc>
      </w:tr>
      <w:tr w:rsidR="00DC514B" w14:paraId="4714A881" w14:textId="77777777" w:rsidTr="001E10D0">
        <w:trPr>
          <w:cantSplit/>
          <w:jc w:val="center"/>
        </w:trPr>
        <w:tc>
          <w:tcPr>
            <w:tcW w:w="2343" w:type="dxa"/>
          </w:tcPr>
          <w:p w14:paraId="1ECF2986" w14:textId="20526EC3" w:rsidR="00DC514B" w:rsidRDefault="00DC514B" w:rsidP="00DC514B">
            <w:pPr>
              <w:pStyle w:val="ConfigWindow"/>
              <w:rPr>
                <w:rStyle w:val="AnswerGray"/>
              </w:rPr>
            </w:pPr>
            <w:r w:rsidRPr="00532394">
              <w:t>Blank</w:t>
            </w:r>
          </w:p>
        </w:tc>
        <w:tc>
          <w:tcPr>
            <w:tcW w:w="1530" w:type="dxa"/>
          </w:tcPr>
          <w:p w14:paraId="0C78B720" w14:textId="14226BAC" w:rsidR="00DC514B" w:rsidRDefault="00DC514B" w:rsidP="00DC514B">
            <w:pPr>
              <w:pStyle w:val="ConfigWindow"/>
              <w:rPr>
                <w:rStyle w:val="AnswerGray"/>
              </w:rPr>
            </w:pPr>
            <w:r w:rsidRPr="000A2C24">
              <w:t>Blank</w:t>
            </w:r>
          </w:p>
        </w:tc>
        <w:tc>
          <w:tcPr>
            <w:tcW w:w="1800" w:type="dxa"/>
          </w:tcPr>
          <w:p w14:paraId="0E15F802" w14:textId="2FC414CA" w:rsidR="00DC514B" w:rsidRDefault="00DC514B" w:rsidP="00DC514B">
            <w:pPr>
              <w:pStyle w:val="ConfigWindow"/>
              <w:rPr>
                <w:rStyle w:val="AnswerGray"/>
              </w:rPr>
            </w:pPr>
            <w:r w:rsidRPr="00B1196D">
              <w:t>Blank</w:t>
            </w:r>
          </w:p>
        </w:tc>
        <w:tc>
          <w:tcPr>
            <w:tcW w:w="1983" w:type="dxa"/>
          </w:tcPr>
          <w:p w14:paraId="7BD80CBC" w14:textId="421687C0" w:rsidR="00DC514B" w:rsidRPr="00DC514B" w:rsidDel="006B3AE6" w:rsidRDefault="00DC514B" w:rsidP="00DC514B">
            <w:pPr>
              <w:pStyle w:val="ConfigWindow"/>
              <w:spacing w:before="60" w:after="60"/>
              <w:rPr>
                <w:rStyle w:val="AnswerGray"/>
                <w:szCs w:val="20"/>
              </w:rPr>
            </w:pPr>
            <w:r w:rsidRPr="00DC514B">
              <w:rPr>
                <w:sz w:val="20"/>
                <w:szCs w:val="20"/>
              </w:rPr>
              <w:t>Blank</w:t>
            </w:r>
          </w:p>
        </w:tc>
        <w:tc>
          <w:tcPr>
            <w:tcW w:w="2427" w:type="dxa"/>
          </w:tcPr>
          <w:p w14:paraId="2A6D885A" w14:textId="1B17EA88" w:rsidR="00DC514B" w:rsidRPr="005E16AF" w:rsidDel="002D4ADB" w:rsidRDefault="00DC514B" w:rsidP="00DC514B">
            <w:pPr>
              <w:pStyle w:val="ConfigWindow"/>
              <w:rPr>
                <w:rStyle w:val="AnswerGray"/>
              </w:rPr>
            </w:pPr>
            <w:r w:rsidRPr="006F56DB">
              <w:t>Blank</w:t>
            </w:r>
          </w:p>
        </w:tc>
      </w:tr>
    </w:tbl>
    <w:p w14:paraId="7E914576" w14:textId="77777777" w:rsidR="001D6BC0" w:rsidRPr="00BB73FF" w:rsidRDefault="001D6BC0" w:rsidP="001D6BC0">
      <w:pPr>
        <w:pStyle w:val="Heading1"/>
      </w:pPr>
      <w:r w:rsidRPr="00BB73FF">
        <w:t>Objective</w:t>
      </w:r>
      <w:r>
        <w:t>s</w:t>
      </w:r>
    </w:p>
    <w:p w14:paraId="2622AF96" w14:textId="77777777" w:rsidR="001D6BC0" w:rsidRPr="00485111" w:rsidRDefault="001D6BC0" w:rsidP="001D6BC0">
      <w:pPr>
        <w:pStyle w:val="BodyTextL25Bold"/>
        <w:rPr>
          <w:b w:val="0"/>
        </w:rPr>
      </w:pPr>
      <w:r w:rsidRPr="00485111">
        <w:rPr>
          <w:b w:val="0"/>
        </w:rPr>
        <w:t xml:space="preserve">Map a network using </w:t>
      </w:r>
      <w:r>
        <w:rPr>
          <w:b w:val="0"/>
        </w:rPr>
        <w:t>LLDP</w:t>
      </w:r>
      <w:r w:rsidRPr="00485111">
        <w:rPr>
          <w:b w:val="0"/>
        </w:rPr>
        <w:t xml:space="preserve"> and SSH remote access</w:t>
      </w:r>
      <w:r>
        <w:rPr>
          <w:b w:val="0"/>
        </w:rPr>
        <w:t>.</w:t>
      </w:r>
    </w:p>
    <w:p w14:paraId="1BB6E0BD" w14:textId="77777777" w:rsidR="001D6BC0" w:rsidRPr="00C07FD9" w:rsidRDefault="001D6BC0" w:rsidP="001D6BC0">
      <w:pPr>
        <w:pStyle w:val="Heading1"/>
      </w:pPr>
      <w:r>
        <w:t>Background / Scenario</w:t>
      </w:r>
    </w:p>
    <w:p w14:paraId="51D884EE" w14:textId="77777777" w:rsidR="001D6BC0" w:rsidRDefault="001D6BC0" w:rsidP="001D6BC0">
      <w:pPr>
        <w:pStyle w:val="BodyTextL25"/>
        <w:rPr>
          <w:rFonts w:eastAsia="Arial"/>
        </w:rPr>
      </w:pPr>
      <w:r>
        <w:rPr>
          <w:rFonts w:eastAsia="Arial"/>
        </w:rPr>
        <w:t>A senior network administrator requires you to map the Remote Branch Office network and discover information about all of the devices in the network. You must record all of the network device names, IP addresses and subnet masks, and physical interfaces interconnecting the network devices.</w:t>
      </w:r>
    </w:p>
    <w:p w14:paraId="7A70893B" w14:textId="77777777" w:rsidR="001D6BC0" w:rsidRDefault="001D6BC0" w:rsidP="001D6BC0">
      <w:pPr>
        <w:pStyle w:val="BodyTextL25"/>
        <w:rPr>
          <w:rFonts w:eastAsia="Arial"/>
        </w:rPr>
      </w:pPr>
      <w:r>
        <w:rPr>
          <w:rFonts w:eastAsia="Arial"/>
        </w:rPr>
        <w:t>To map the network, you will use SSH for remote access and the Link Layer Discovery Protocol (LLDP) to discover information about neighboring network devices</w:t>
      </w:r>
      <w:r w:rsidRPr="00691031">
        <w:rPr>
          <w:rFonts w:eastAsia="Arial"/>
        </w:rPr>
        <w:t>.</w:t>
      </w:r>
      <w:r>
        <w:rPr>
          <w:rFonts w:eastAsia="Arial"/>
        </w:rPr>
        <w:t xml:space="preserve"> Because LLDP is a Layer 2 protocol, it can be used to discover information about devices that do not have Layer 3 connectivity. You will record the information that you gather to complete the Addressing Table and provide a topology diagram of the Remote Branch Office network.</w:t>
      </w:r>
    </w:p>
    <w:p w14:paraId="4A4D966B" w14:textId="77777777" w:rsidR="001D6BC0" w:rsidRDefault="001D6BC0" w:rsidP="001D6BC0">
      <w:pPr>
        <w:pStyle w:val="BodyTextL25"/>
        <w:rPr>
          <w:rFonts w:eastAsia="Arial"/>
        </w:rPr>
      </w:pPr>
      <w:r>
        <w:rPr>
          <w:rFonts w:eastAsia="Arial"/>
        </w:rPr>
        <w:lastRenderedPageBreak/>
        <w:t>You will need the IP address for the remote branch office, which is 209.165.200.10. The local and remote administrative usernames and passwords are:</w:t>
      </w:r>
    </w:p>
    <w:p w14:paraId="1D9055A0" w14:textId="77777777" w:rsidR="001D6BC0" w:rsidRDefault="001D6BC0" w:rsidP="001D6BC0">
      <w:pPr>
        <w:pStyle w:val="BodyTextL25Bold"/>
      </w:pPr>
      <w:r>
        <w:t>Local Network</w:t>
      </w:r>
    </w:p>
    <w:p w14:paraId="45318AEE" w14:textId="77777777" w:rsidR="001D6BC0" w:rsidRDefault="001D6BC0" w:rsidP="001D6BC0">
      <w:pPr>
        <w:pStyle w:val="BodyTextL50"/>
      </w:pPr>
      <w:r>
        <w:t xml:space="preserve">Username: </w:t>
      </w:r>
      <w:r w:rsidRPr="001616F2">
        <w:rPr>
          <w:b/>
        </w:rPr>
        <w:t>admin01</w:t>
      </w:r>
    </w:p>
    <w:p w14:paraId="18ABA1F5" w14:textId="77777777" w:rsidR="001D6BC0" w:rsidRDefault="001D6BC0" w:rsidP="001D6BC0">
      <w:pPr>
        <w:pStyle w:val="BodyTextL50"/>
      </w:pPr>
      <w:r>
        <w:t xml:space="preserve">Password: </w:t>
      </w:r>
      <w:r w:rsidRPr="001616F2">
        <w:rPr>
          <w:b/>
        </w:rPr>
        <w:t>S3cre7P@55</w:t>
      </w:r>
    </w:p>
    <w:p w14:paraId="0B70F126" w14:textId="77777777" w:rsidR="001D6BC0" w:rsidRDefault="001D6BC0" w:rsidP="001D6BC0">
      <w:pPr>
        <w:pStyle w:val="BodyTextL25Bold"/>
      </w:pPr>
      <w:r>
        <w:t>Remote Branch Office Network</w:t>
      </w:r>
    </w:p>
    <w:p w14:paraId="06DFFAAD" w14:textId="77777777" w:rsidR="001D6BC0" w:rsidRDefault="001D6BC0" w:rsidP="001D6BC0">
      <w:pPr>
        <w:pStyle w:val="BodyTextL50"/>
      </w:pPr>
      <w:r>
        <w:t xml:space="preserve">Username: </w:t>
      </w:r>
      <w:proofErr w:type="spellStart"/>
      <w:r>
        <w:rPr>
          <w:b/>
        </w:rPr>
        <w:t>RBO</w:t>
      </w:r>
      <w:r w:rsidRPr="001616F2">
        <w:rPr>
          <w:b/>
        </w:rPr>
        <w:t>admin</w:t>
      </w:r>
      <w:proofErr w:type="spellEnd"/>
    </w:p>
    <w:p w14:paraId="59A07758" w14:textId="77777777" w:rsidR="001D6BC0" w:rsidRDefault="001D6BC0" w:rsidP="001D6BC0">
      <w:pPr>
        <w:pStyle w:val="BodyTextL50"/>
        <w:rPr>
          <w:b/>
        </w:rPr>
      </w:pPr>
      <w:r>
        <w:t xml:space="preserve">Password: </w:t>
      </w:r>
      <w:r w:rsidRPr="001616F2">
        <w:rPr>
          <w:b/>
        </w:rPr>
        <w:t>S3cre7P@55</w:t>
      </w:r>
    </w:p>
    <w:p w14:paraId="7C0F4328" w14:textId="77777777" w:rsidR="001D6BC0" w:rsidRDefault="001D6BC0" w:rsidP="007901BD">
      <w:pPr>
        <w:pStyle w:val="Heading1"/>
      </w:pPr>
      <w:r>
        <w:t>Instructions</w:t>
      </w:r>
    </w:p>
    <w:p w14:paraId="70904DB7" w14:textId="77777777" w:rsidR="001D6BC0" w:rsidRPr="004C0909" w:rsidRDefault="001D6BC0" w:rsidP="001D6BC0">
      <w:pPr>
        <w:pStyle w:val="Heading2"/>
      </w:pPr>
      <w:r>
        <w:t>Use SSH to Remotely Access Network Devices</w:t>
      </w:r>
    </w:p>
    <w:p w14:paraId="6B024CCE" w14:textId="77777777" w:rsidR="001D6BC0" w:rsidRDefault="001D6BC0" w:rsidP="001D6BC0">
      <w:pPr>
        <w:pStyle w:val="BodyTextL25"/>
      </w:pPr>
      <w:r>
        <w:t>In Part 1, you will use the Admin-PC to remotely access the Edge gateway router. Next, from the Edge router you will SSH into the Remote RBO Office.</w:t>
      </w:r>
    </w:p>
    <w:p w14:paraId="52496742" w14:textId="77777777" w:rsidR="001D6BC0" w:rsidRDefault="001D6BC0" w:rsidP="001D6BC0">
      <w:pPr>
        <w:pStyle w:val="SubStepAlpha"/>
      </w:pPr>
      <w:r>
        <w:t>On the Admin-PC, open a command prompt.</w:t>
      </w:r>
    </w:p>
    <w:p w14:paraId="650B2285" w14:textId="77777777" w:rsidR="001D6BC0" w:rsidRDefault="001D6BC0" w:rsidP="001D6BC0">
      <w:pPr>
        <w:pStyle w:val="SubStepAlpha"/>
      </w:pPr>
      <w:r>
        <w:t xml:space="preserve">SSH into the gateway router at 192.168.1.1 using the username </w:t>
      </w:r>
      <w:r w:rsidRPr="001616F2">
        <w:rPr>
          <w:b/>
        </w:rPr>
        <w:t>admin01</w:t>
      </w:r>
      <w:r>
        <w:t xml:space="preserve"> and the password </w:t>
      </w:r>
      <w:r w:rsidRPr="001616F2">
        <w:rPr>
          <w:b/>
        </w:rPr>
        <w:t>S3cre7P@55</w:t>
      </w:r>
      <w:r w:rsidRPr="00485111">
        <w:t>.</w:t>
      </w:r>
    </w:p>
    <w:p w14:paraId="77383675" w14:textId="77777777" w:rsidR="001D6BC0" w:rsidRDefault="001D6BC0" w:rsidP="001D6BC0">
      <w:pPr>
        <w:pStyle w:val="CMD"/>
        <w:rPr>
          <w:b/>
        </w:rPr>
      </w:pPr>
      <w:r>
        <w:t xml:space="preserve">PC&gt; </w:t>
      </w:r>
      <w:proofErr w:type="spellStart"/>
      <w:r w:rsidRPr="001616F2">
        <w:rPr>
          <w:b/>
        </w:rPr>
        <w:t>ssh</w:t>
      </w:r>
      <w:proofErr w:type="spellEnd"/>
      <w:r w:rsidRPr="001616F2">
        <w:rPr>
          <w:b/>
        </w:rPr>
        <w:t xml:space="preserve"> –l admin01 192.168.1.1</w:t>
      </w:r>
    </w:p>
    <w:p w14:paraId="428E2728" w14:textId="77777777" w:rsidR="001D6BC0" w:rsidRDefault="001D6BC0" w:rsidP="001D6BC0">
      <w:pPr>
        <w:pStyle w:val="CMD"/>
      </w:pPr>
      <w:r>
        <w:t>Open</w:t>
      </w:r>
    </w:p>
    <w:p w14:paraId="6280FEB9" w14:textId="77777777" w:rsidR="001D6BC0" w:rsidRDefault="001D6BC0" w:rsidP="001D6BC0">
      <w:pPr>
        <w:pStyle w:val="CMD"/>
      </w:pPr>
      <w:r>
        <w:t>Password:</w:t>
      </w:r>
    </w:p>
    <w:p w14:paraId="09B8ED35" w14:textId="77777777" w:rsidR="00474EC7" w:rsidRDefault="00474EC7" w:rsidP="001D6BC0">
      <w:pPr>
        <w:pStyle w:val="CMD"/>
      </w:pPr>
    </w:p>
    <w:p w14:paraId="1670B03F" w14:textId="77777777" w:rsidR="001D6BC0" w:rsidRDefault="001D6BC0" w:rsidP="001D6BC0">
      <w:pPr>
        <w:pStyle w:val="CMD"/>
      </w:pPr>
      <w:r>
        <w:t>Edge#</w:t>
      </w:r>
    </w:p>
    <w:p w14:paraId="7C2617E1" w14:textId="77777777" w:rsidR="001D6BC0" w:rsidRPr="001616F2" w:rsidRDefault="001D6BC0" w:rsidP="001D6BC0">
      <w:pPr>
        <w:pStyle w:val="SubStepAlpha"/>
        <w:numPr>
          <w:ilvl w:val="0"/>
          <w:numId w:val="0"/>
        </w:numPr>
        <w:ind w:left="720"/>
      </w:pPr>
      <w:r w:rsidRPr="001616F2">
        <w:rPr>
          <w:b/>
        </w:rPr>
        <w:t>Note</w:t>
      </w:r>
      <w:r w:rsidRPr="00485111">
        <w:t>:</w:t>
      </w:r>
      <w:r w:rsidRPr="004165DC">
        <w:t xml:space="preserve"> </w:t>
      </w:r>
      <w:r>
        <w:t>Notice that you are placed directly into privileged EXEC mode. This is because the admin01 user account is set to privilege level 15.</w:t>
      </w:r>
    </w:p>
    <w:p w14:paraId="5C6F1F61" w14:textId="77777777" w:rsidR="001D6BC0" w:rsidRDefault="001D6BC0" w:rsidP="001D6BC0">
      <w:pPr>
        <w:pStyle w:val="SubStepAlpha"/>
      </w:pPr>
      <w:r>
        <w:t xml:space="preserve">The </w:t>
      </w:r>
      <w:r>
        <w:rPr>
          <w:b/>
        </w:rPr>
        <w:t xml:space="preserve">Edge </w:t>
      </w:r>
      <w:r>
        <w:t xml:space="preserve">router was previously configured to use CDP. Switch </w:t>
      </w:r>
      <w:r>
        <w:rPr>
          <w:b/>
        </w:rPr>
        <w:t xml:space="preserve">S1 </w:t>
      </w:r>
      <w:r>
        <w:t xml:space="preserve">has already been configured to use LLDP. Issue the </w:t>
      </w:r>
      <w:r>
        <w:rPr>
          <w:b/>
        </w:rPr>
        <w:t xml:space="preserve">show </w:t>
      </w:r>
      <w:proofErr w:type="spellStart"/>
      <w:r>
        <w:rPr>
          <w:b/>
        </w:rPr>
        <w:t>cdp</w:t>
      </w:r>
      <w:proofErr w:type="spellEnd"/>
      <w:r>
        <w:rPr>
          <w:b/>
        </w:rPr>
        <w:t xml:space="preserve"> </w:t>
      </w:r>
      <w:r>
        <w:t xml:space="preserve">command to verify CDP is currently active. Disable CDP by issuing the following command: </w:t>
      </w:r>
    </w:p>
    <w:p w14:paraId="2E13A3D5" w14:textId="77777777" w:rsidR="001D6BC0" w:rsidRDefault="001D6BC0" w:rsidP="001D6BC0">
      <w:pPr>
        <w:pStyle w:val="CMD"/>
      </w:pPr>
      <w:r w:rsidRPr="00656753">
        <w:t>Edge(config)#</w:t>
      </w:r>
      <w:r>
        <w:t xml:space="preserve"> </w:t>
      </w:r>
      <w:r w:rsidRPr="00656753">
        <w:rPr>
          <w:b/>
        </w:rPr>
        <w:t xml:space="preserve">no </w:t>
      </w:r>
      <w:proofErr w:type="spellStart"/>
      <w:r w:rsidRPr="00656753">
        <w:rPr>
          <w:b/>
        </w:rPr>
        <w:t>cdp</w:t>
      </w:r>
      <w:proofErr w:type="spellEnd"/>
      <w:r w:rsidRPr="00656753">
        <w:rPr>
          <w:b/>
        </w:rPr>
        <w:t xml:space="preserve"> run</w:t>
      </w:r>
    </w:p>
    <w:p w14:paraId="4280E2D1" w14:textId="77777777" w:rsidR="001D6BC0" w:rsidRDefault="001D6BC0" w:rsidP="001D6BC0">
      <w:pPr>
        <w:pStyle w:val="SubStepAlpha"/>
      </w:pPr>
      <w:r>
        <w:rPr>
          <w:b/>
        </w:rPr>
        <w:t>LLDP</w:t>
      </w:r>
      <w:r>
        <w:t xml:space="preserve"> can be configured to both transmit and receive on a specific interface. Configure </w:t>
      </w:r>
      <w:r>
        <w:rPr>
          <w:b/>
        </w:rPr>
        <w:t>Edge</w:t>
      </w:r>
      <w:r>
        <w:t xml:space="preserve"> so that it receives LLDP messages from </w:t>
      </w:r>
      <w:r>
        <w:rPr>
          <w:b/>
        </w:rPr>
        <w:t>S1</w:t>
      </w:r>
      <w:r>
        <w:t xml:space="preserve"> but does not send messages to </w:t>
      </w:r>
      <w:r>
        <w:rPr>
          <w:b/>
        </w:rPr>
        <w:t>S1</w:t>
      </w:r>
      <w:r>
        <w:t xml:space="preserve"> for security purposes Enable </w:t>
      </w:r>
      <w:r>
        <w:rPr>
          <w:b/>
        </w:rPr>
        <w:t>LLDP</w:t>
      </w:r>
      <w:r>
        <w:t xml:space="preserve">. </w:t>
      </w:r>
    </w:p>
    <w:p w14:paraId="658A4DDB" w14:textId="77777777" w:rsidR="001D6BC0" w:rsidRDefault="001D6BC0" w:rsidP="001D6BC0">
      <w:pPr>
        <w:pStyle w:val="CMD"/>
      </w:pPr>
      <w:r>
        <w:t xml:space="preserve">Edge(config)# </w:t>
      </w:r>
      <w:proofErr w:type="spellStart"/>
      <w:r w:rsidRPr="00656753">
        <w:rPr>
          <w:b/>
        </w:rPr>
        <w:t>lldp</w:t>
      </w:r>
      <w:proofErr w:type="spellEnd"/>
      <w:r w:rsidRPr="00656753">
        <w:rPr>
          <w:b/>
        </w:rPr>
        <w:t xml:space="preserve"> run</w:t>
      </w:r>
    </w:p>
    <w:p w14:paraId="05D9B3E9" w14:textId="77777777" w:rsidR="001D6BC0" w:rsidRDefault="001D6BC0" w:rsidP="001D6BC0">
      <w:pPr>
        <w:pStyle w:val="CMD"/>
        <w:rPr>
          <w:b/>
        </w:rPr>
      </w:pPr>
      <w:r w:rsidRPr="00656753">
        <w:t>Edge(config)#</w:t>
      </w:r>
      <w:r>
        <w:t xml:space="preserve"> </w:t>
      </w:r>
      <w:r w:rsidRPr="00656753">
        <w:rPr>
          <w:b/>
        </w:rPr>
        <w:t>int g0/0</w:t>
      </w:r>
    </w:p>
    <w:p w14:paraId="0BD7B3F6" w14:textId="77777777" w:rsidR="001D6BC0" w:rsidRDefault="001D6BC0" w:rsidP="001D6BC0">
      <w:pPr>
        <w:pStyle w:val="CMD"/>
      </w:pPr>
      <w:r>
        <w:t>Edge(config-</w:t>
      </w:r>
      <w:proofErr w:type="gramStart"/>
      <w:r>
        <w:t>if)#</w:t>
      </w:r>
      <w:proofErr w:type="gramEnd"/>
      <w:r>
        <w:t xml:space="preserve"> </w:t>
      </w:r>
      <w:r w:rsidRPr="00656753">
        <w:rPr>
          <w:b/>
        </w:rPr>
        <w:t xml:space="preserve">no </w:t>
      </w:r>
      <w:proofErr w:type="spellStart"/>
      <w:r w:rsidRPr="00656753">
        <w:rPr>
          <w:b/>
        </w:rPr>
        <w:t>lldp</w:t>
      </w:r>
      <w:proofErr w:type="spellEnd"/>
      <w:r w:rsidRPr="00656753">
        <w:rPr>
          <w:b/>
        </w:rPr>
        <w:t xml:space="preserve"> transmit</w:t>
      </w:r>
      <w:r>
        <w:t xml:space="preserve"> </w:t>
      </w:r>
    </w:p>
    <w:p w14:paraId="6D1F8E53" w14:textId="77777777" w:rsidR="001D6BC0" w:rsidRDefault="001D6BC0" w:rsidP="001D6BC0">
      <w:pPr>
        <w:pStyle w:val="CMD"/>
      </w:pPr>
      <w:r>
        <w:t>Edge(config-</w:t>
      </w:r>
      <w:proofErr w:type="gramStart"/>
      <w:r>
        <w:t>if)#</w:t>
      </w:r>
      <w:proofErr w:type="gramEnd"/>
      <w:r>
        <w:t xml:space="preserve"> </w:t>
      </w:r>
      <w:r w:rsidRPr="00656753">
        <w:rPr>
          <w:b/>
        </w:rPr>
        <w:t>exit</w:t>
      </w:r>
    </w:p>
    <w:p w14:paraId="6EA3FB90" w14:textId="77777777" w:rsidR="001D6BC0" w:rsidRDefault="001D6BC0" w:rsidP="001D6BC0">
      <w:pPr>
        <w:pStyle w:val="SubStepAlpha"/>
      </w:pPr>
      <w:r>
        <w:t xml:space="preserve">Use the </w:t>
      </w:r>
      <w:r>
        <w:rPr>
          <w:b/>
        </w:rPr>
        <w:t xml:space="preserve">show </w:t>
      </w:r>
      <w:proofErr w:type="spellStart"/>
      <w:r>
        <w:rPr>
          <w:b/>
        </w:rPr>
        <w:t>lldp</w:t>
      </w:r>
      <w:proofErr w:type="spellEnd"/>
      <w:r>
        <w:rPr>
          <w:b/>
        </w:rPr>
        <w:t xml:space="preserve"> neighbors</w:t>
      </w:r>
      <w:r>
        <w:t xml:space="preserve"> command to verify that </w:t>
      </w:r>
      <w:r>
        <w:rPr>
          <w:b/>
        </w:rPr>
        <w:t>Edge</w:t>
      </w:r>
      <w:r>
        <w:t xml:space="preserve"> is receiving messages from </w:t>
      </w:r>
      <w:r>
        <w:rPr>
          <w:b/>
        </w:rPr>
        <w:t>S1</w:t>
      </w:r>
      <w:r>
        <w:t>.</w:t>
      </w:r>
    </w:p>
    <w:p w14:paraId="23F6B56E" w14:textId="77777777" w:rsidR="001D6BC0" w:rsidRDefault="001D6BC0" w:rsidP="001D6BC0">
      <w:pPr>
        <w:pStyle w:val="SubStepAlpha"/>
      </w:pPr>
      <w:r>
        <w:t xml:space="preserve">Connect to </w:t>
      </w:r>
      <w:r>
        <w:rPr>
          <w:b/>
        </w:rPr>
        <w:t xml:space="preserve">S1 </w:t>
      </w:r>
      <w:r>
        <w:t xml:space="preserve">with SSH from </w:t>
      </w:r>
      <w:r>
        <w:rPr>
          <w:b/>
        </w:rPr>
        <w:t>Edge</w:t>
      </w:r>
      <w:r>
        <w:t xml:space="preserve"> router using the </w:t>
      </w:r>
      <w:r>
        <w:rPr>
          <w:b/>
        </w:rPr>
        <w:t>admin01</w:t>
      </w:r>
      <w:r>
        <w:t xml:space="preserve"> credentials. Issue the </w:t>
      </w:r>
      <w:r>
        <w:rPr>
          <w:b/>
        </w:rPr>
        <w:t xml:space="preserve">show </w:t>
      </w:r>
      <w:proofErr w:type="spellStart"/>
      <w:r>
        <w:rPr>
          <w:b/>
        </w:rPr>
        <w:t>lldp</w:t>
      </w:r>
      <w:proofErr w:type="spellEnd"/>
      <w:r>
        <w:rPr>
          <w:b/>
        </w:rPr>
        <w:t xml:space="preserve"> neighbors</w:t>
      </w:r>
      <w:r>
        <w:t xml:space="preserve"> command. Notice that </w:t>
      </w:r>
      <w:r>
        <w:rPr>
          <w:b/>
        </w:rPr>
        <w:t>S1</w:t>
      </w:r>
      <w:r>
        <w:t xml:space="preserve"> did not receive information from </w:t>
      </w:r>
      <w:r>
        <w:rPr>
          <w:b/>
        </w:rPr>
        <w:t>Edge</w:t>
      </w:r>
      <w:r>
        <w:t xml:space="preserve">. </w:t>
      </w:r>
    </w:p>
    <w:p w14:paraId="4A9B0903" w14:textId="77777777" w:rsidR="001D6BC0" w:rsidRDefault="001D6BC0" w:rsidP="001D6BC0">
      <w:pPr>
        <w:pStyle w:val="CMD"/>
      </w:pPr>
      <w:r>
        <w:t xml:space="preserve">Edge# </w:t>
      </w:r>
      <w:proofErr w:type="spellStart"/>
      <w:r w:rsidRPr="00887B76">
        <w:rPr>
          <w:b/>
        </w:rPr>
        <w:t>ssh</w:t>
      </w:r>
      <w:proofErr w:type="spellEnd"/>
      <w:r w:rsidRPr="00887B76">
        <w:rPr>
          <w:b/>
        </w:rPr>
        <w:t xml:space="preserve"> –l admin01 192.168.1.2</w:t>
      </w:r>
    </w:p>
    <w:p w14:paraId="38B59FF1" w14:textId="77777777" w:rsidR="001D6BC0" w:rsidRDefault="001D6BC0" w:rsidP="001D6BC0">
      <w:pPr>
        <w:pStyle w:val="CMD"/>
      </w:pPr>
      <w:r>
        <w:t>Password:</w:t>
      </w:r>
    </w:p>
    <w:p w14:paraId="2AC5B0F3" w14:textId="77777777" w:rsidR="001D6BC0" w:rsidRDefault="001D6BC0" w:rsidP="001D6BC0">
      <w:pPr>
        <w:pStyle w:val="CMD"/>
      </w:pPr>
    </w:p>
    <w:p w14:paraId="7D22304B" w14:textId="77777777" w:rsidR="001D6BC0" w:rsidRDefault="001D6BC0" w:rsidP="001D6BC0">
      <w:pPr>
        <w:pStyle w:val="CMD"/>
        <w:rPr>
          <w:b/>
        </w:rPr>
      </w:pPr>
      <w:r>
        <w:t xml:space="preserve">S1&gt; </w:t>
      </w:r>
      <w:r>
        <w:rPr>
          <w:b/>
        </w:rPr>
        <w:t xml:space="preserve">show </w:t>
      </w:r>
      <w:proofErr w:type="spellStart"/>
      <w:r>
        <w:rPr>
          <w:b/>
        </w:rPr>
        <w:t>lldp</w:t>
      </w:r>
      <w:proofErr w:type="spellEnd"/>
      <w:r>
        <w:rPr>
          <w:b/>
        </w:rPr>
        <w:t xml:space="preserve"> neighbors</w:t>
      </w:r>
    </w:p>
    <w:p w14:paraId="23A39B2B" w14:textId="77777777" w:rsidR="001D6BC0" w:rsidRPr="00656753" w:rsidRDefault="001D6BC0" w:rsidP="001D6BC0">
      <w:pPr>
        <w:pStyle w:val="CMD"/>
        <w:rPr>
          <w:b/>
        </w:rPr>
      </w:pPr>
      <w:r>
        <w:t xml:space="preserve">S1&gt; </w:t>
      </w:r>
      <w:r>
        <w:rPr>
          <w:b/>
        </w:rPr>
        <w:t>exit</w:t>
      </w:r>
    </w:p>
    <w:p w14:paraId="56848614" w14:textId="77777777" w:rsidR="001D6BC0" w:rsidRDefault="001D6BC0" w:rsidP="001D6BC0">
      <w:pPr>
        <w:pStyle w:val="SubStepAlpha"/>
      </w:pPr>
      <w:r>
        <w:lastRenderedPageBreak/>
        <w:t xml:space="preserve">Exit from the connection with S1 to return to the Edge router CLI. Use the </w:t>
      </w:r>
      <w:r w:rsidRPr="00485111">
        <w:rPr>
          <w:b/>
        </w:rPr>
        <w:t xml:space="preserve">show </w:t>
      </w:r>
      <w:proofErr w:type="spellStart"/>
      <w:r w:rsidRPr="00485111">
        <w:rPr>
          <w:b/>
        </w:rPr>
        <w:t>ip</w:t>
      </w:r>
      <w:proofErr w:type="spellEnd"/>
      <w:r w:rsidRPr="00485111">
        <w:rPr>
          <w:b/>
        </w:rPr>
        <w:t xml:space="preserve"> interface brief</w:t>
      </w:r>
      <w:r>
        <w:t xml:space="preserve"> and </w:t>
      </w:r>
      <w:r w:rsidRPr="00485111">
        <w:rPr>
          <w:b/>
        </w:rPr>
        <w:t>show interfaces</w:t>
      </w:r>
      <w:r>
        <w:t xml:space="preserve"> commands to document the Edge router’s physical interfaces, IP addresses, and subnet masks in the Addressing Table.</w:t>
      </w:r>
    </w:p>
    <w:p w14:paraId="351895B7" w14:textId="77777777" w:rsidR="001D6BC0" w:rsidRDefault="001D6BC0" w:rsidP="001D6BC0">
      <w:pPr>
        <w:pStyle w:val="CMD"/>
        <w:rPr>
          <w:b/>
        </w:rPr>
      </w:pPr>
      <w:r>
        <w:t xml:space="preserve">Edge# </w:t>
      </w:r>
      <w:r>
        <w:rPr>
          <w:b/>
        </w:rPr>
        <w:t xml:space="preserve">show </w:t>
      </w:r>
      <w:proofErr w:type="spellStart"/>
      <w:r>
        <w:rPr>
          <w:b/>
        </w:rPr>
        <w:t>ip</w:t>
      </w:r>
      <w:proofErr w:type="spellEnd"/>
      <w:r>
        <w:rPr>
          <w:b/>
        </w:rPr>
        <w:t xml:space="preserve"> interface brief</w:t>
      </w:r>
    </w:p>
    <w:p w14:paraId="0B346F44" w14:textId="77777777" w:rsidR="001D6BC0" w:rsidRDefault="001D6BC0" w:rsidP="001D6BC0">
      <w:pPr>
        <w:pStyle w:val="CMD"/>
        <w:rPr>
          <w:b/>
        </w:rPr>
      </w:pPr>
      <w:r>
        <w:t>Edge</w:t>
      </w:r>
      <w:r w:rsidRPr="00485111">
        <w:t xml:space="preserve"># </w:t>
      </w:r>
      <w:r>
        <w:rPr>
          <w:b/>
        </w:rPr>
        <w:t>show interfaces</w:t>
      </w:r>
    </w:p>
    <w:p w14:paraId="759D38C0" w14:textId="77777777" w:rsidR="001D6BC0" w:rsidRDefault="001D6BC0" w:rsidP="001D6BC0">
      <w:pPr>
        <w:pStyle w:val="SubStepAlpha"/>
      </w:pPr>
      <w:r>
        <w:t>From you</w:t>
      </w:r>
      <w:r w:rsidR="00CB4AD5">
        <w:t>r</w:t>
      </w:r>
      <w:r>
        <w:t xml:space="preserve"> session with Edge router, connect with SSH to the Remote RBO Office at 209.165.200.10 with the username </w:t>
      </w:r>
      <w:proofErr w:type="spellStart"/>
      <w:r>
        <w:rPr>
          <w:b/>
        </w:rPr>
        <w:t>RBO</w:t>
      </w:r>
      <w:r w:rsidRPr="00485111">
        <w:rPr>
          <w:b/>
        </w:rPr>
        <w:t>admin</w:t>
      </w:r>
      <w:proofErr w:type="spellEnd"/>
      <w:r w:rsidRPr="001616F2">
        <w:t xml:space="preserve"> and the same password</w:t>
      </w:r>
      <w:r>
        <w:t xml:space="preserve"> used for admin01.</w:t>
      </w:r>
    </w:p>
    <w:p w14:paraId="2B970EAB" w14:textId="77777777" w:rsidR="001D6BC0" w:rsidRPr="00CB4AD5" w:rsidRDefault="001D6BC0" w:rsidP="00CB4AD5">
      <w:pPr>
        <w:pStyle w:val="CMD"/>
        <w:rPr>
          <w:b/>
        </w:rPr>
      </w:pPr>
      <w:r>
        <w:t xml:space="preserve">Edge# </w:t>
      </w:r>
      <w:proofErr w:type="spellStart"/>
      <w:r w:rsidRPr="001616F2">
        <w:rPr>
          <w:b/>
        </w:rPr>
        <w:t>ssh</w:t>
      </w:r>
      <w:proofErr w:type="spellEnd"/>
      <w:r w:rsidRPr="001616F2">
        <w:rPr>
          <w:b/>
        </w:rPr>
        <w:t xml:space="preserve"> –l </w:t>
      </w:r>
      <w:proofErr w:type="spellStart"/>
      <w:r>
        <w:rPr>
          <w:b/>
        </w:rPr>
        <w:t>RBO</w:t>
      </w:r>
      <w:r w:rsidRPr="001616F2">
        <w:rPr>
          <w:b/>
        </w:rPr>
        <w:t>admin</w:t>
      </w:r>
      <w:proofErr w:type="spellEnd"/>
      <w:r w:rsidRPr="001616F2">
        <w:rPr>
          <w:b/>
        </w:rPr>
        <w:t xml:space="preserve"> 209.165.200.10</w:t>
      </w:r>
    </w:p>
    <w:p w14:paraId="5D1A85C5" w14:textId="77777777" w:rsidR="001D6BC0" w:rsidRDefault="001D6BC0" w:rsidP="001D6BC0">
      <w:pPr>
        <w:pStyle w:val="CMD"/>
      </w:pPr>
      <w:r>
        <w:t>Password:</w:t>
      </w:r>
    </w:p>
    <w:p w14:paraId="5D8AB3A0" w14:textId="77777777" w:rsidR="00CB4AD5" w:rsidRDefault="00CB4AD5" w:rsidP="001D6BC0">
      <w:pPr>
        <w:pStyle w:val="CMD"/>
      </w:pPr>
    </w:p>
    <w:p w14:paraId="2D19F1E5" w14:textId="77777777" w:rsidR="001D6BC0" w:rsidRDefault="001D6BC0" w:rsidP="001D6BC0">
      <w:pPr>
        <w:pStyle w:val="CMD"/>
      </w:pPr>
      <w:r>
        <w:t>RBO-Edge#</w:t>
      </w:r>
    </w:p>
    <w:p w14:paraId="57619FD4" w14:textId="77777777" w:rsidR="00CB4AD5" w:rsidRDefault="00CB4AD5" w:rsidP="00B778FD">
      <w:pPr>
        <w:pStyle w:val="Heading3"/>
      </w:pPr>
      <w:r>
        <w:t>Question:</w:t>
      </w:r>
    </w:p>
    <w:p w14:paraId="573D6659" w14:textId="77777777" w:rsidR="001D6BC0" w:rsidRDefault="001D6BC0" w:rsidP="00CB4AD5">
      <w:pPr>
        <w:pStyle w:val="BodyTextL50"/>
        <w:spacing w:before="0"/>
      </w:pPr>
      <w:r>
        <w:t>After connecting to the Remote RBO Office at 209.165.200.10 what piece of previously missing information can now be added to the Addressing Table above?</w:t>
      </w:r>
    </w:p>
    <w:p w14:paraId="698C5878" w14:textId="77777777" w:rsidR="001D6BC0" w:rsidRPr="00CB4AD5" w:rsidRDefault="00416533" w:rsidP="00CB4AD5">
      <w:pPr>
        <w:pStyle w:val="AnswerLineL50"/>
      </w:pPr>
      <w:r>
        <w:t>Type your</w:t>
      </w:r>
      <w:r w:rsidR="001D6BC0" w:rsidRPr="00CB4AD5">
        <w:t xml:space="preserve"> answers here.</w:t>
      </w:r>
    </w:p>
    <w:p w14:paraId="3037090B" w14:textId="77777777" w:rsidR="001D6BC0" w:rsidRDefault="001D6BC0" w:rsidP="001D6BC0">
      <w:pPr>
        <w:pStyle w:val="Heading2"/>
      </w:pPr>
      <w:r>
        <w:t>Use LLDP to Discover Neighboring Devices</w:t>
      </w:r>
    </w:p>
    <w:p w14:paraId="4A62C9A1" w14:textId="77777777" w:rsidR="001D6BC0" w:rsidRDefault="001D6BC0" w:rsidP="001D6BC0">
      <w:pPr>
        <w:pStyle w:val="BodyTextL25"/>
      </w:pPr>
      <w:r>
        <w:t>You are now remotely connected to the RBO-Edge router. Using LLDP, begin looking for connected network devices.</w:t>
      </w:r>
    </w:p>
    <w:p w14:paraId="4ADE0F23" w14:textId="77777777" w:rsidR="001D6BC0" w:rsidRPr="00485111" w:rsidRDefault="001D6BC0" w:rsidP="001D6BC0">
      <w:pPr>
        <w:pStyle w:val="SubStepAlpha"/>
      </w:pPr>
      <w:r>
        <w:t xml:space="preserve">Issue the </w:t>
      </w:r>
      <w:r w:rsidRPr="008108A2">
        <w:rPr>
          <w:b/>
        </w:rPr>
        <w:t xml:space="preserve">show </w:t>
      </w:r>
      <w:proofErr w:type="spellStart"/>
      <w:r w:rsidRPr="008108A2">
        <w:rPr>
          <w:b/>
        </w:rPr>
        <w:t>ip</w:t>
      </w:r>
      <w:proofErr w:type="spellEnd"/>
      <w:r w:rsidRPr="008108A2">
        <w:rPr>
          <w:b/>
        </w:rPr>
        <w:t xml:space="preserve"> interface brief</w:t>
      </w:r>
      <w:r>
        <w:t xml:space="preserve"> and </w:t>
      </w:r>
      <w:r w:rsidRPr="00485111">
        <w:rPr>
          <w:b/>
        </w:rPr>
        <w:t>show interfaces</w:t>
      </w:r>
      <w:r>
        <w:t xml:space="preserve"> commands to document the RBO-Edge router’s network interfaces, IP addresses, and subnet masks. Add the missing information to the Addressing Table.</w:t>
      </w:r>
    </w:p>
    <w:p w14:paraId="43F78FE6" w14:textId="77777777" w:rsidR="001D6BC0" w:rsidRDefault="001D6BC0" w:rsidP="001D6BC0">
      <w:pPr>
        <w:pStyle w:val="SubStepAlpha"/>
      </w:pPr>
      <w:r>
        <w:rPr>
          <w:lang w:val="pt-BR"/>
        </w:rPr>
        <w:t xml:space="preserve">Security best practice recommends only running LLDP when needed, so </w:t>
      </w:r>
      <w:r>
        <w:t xml:space="preserve">LLDP may need to be turned on. Use a </w:t>
      </w:r>
      <w:r w:rsidRPr="008108A2">
        <w:rPr>
          <w:b/>
        </w:rPr>
        <w:t xml:space="preserve">show </w:t>
      </w:r>
      <w:proofErr w:type="spellStart"/>
      <w:r>
        <w:rPr>
          <w:b/>
        </w:rPr>
        <w:t>lldp</w:t>
      </w:r>
      <w:proofErr w:type="spellEnd"/>
      <w:r>
        <w:t xml:space="preserve"> command to test its status.</w:t>
      </w:r>
    </w:p>
    <w:p w14:paraId="0B5850C3" w14:textId="77777777" w:rsidR="001D6BC0" w:rsidRPr="00C11E20" w:rsidRDefault="001D6BC0" w:rsidP="001D6BC0">
      <w:pPr>
        <w:pStyle w:val="CMD"/>
        <w:rPr>
          <w:b/>
          <w:lang w:val="pt-BR"/>
        </w:rPr>
      </w:pPr>
      <w:r>
        <w:rPr>
          <w:lang w:val="pt-BR"/>
        </w:rPr>
        <w:t>RBO-Edge</w:t>
      </w:r>
      <w:r w:rsidRPr="00BC43B4">
        <w:rPr>
          <w:lang w:val="pt-BR"/>
        </w:rPr>
        <w:t xml:space="preserve"># </w:t>
      </w:r>
      <w:r>
        <w:rPr>
          <w:b/>
          <w:lang w:val="pt-BR"/>
        </w:rPr>
        <w:t>show lldp</w:t>
      </w:r>
    </w:p>
    <w:p w14:paraId="561EF306" w14:textId="77777777" w:rsidR="001D6BC0" w:rsidRPr="00D80A08" w:rsidRDefault="001D6BC0" w:rsidP="001D6BC0">
      <w:pPr>
        <w:pStyle w:val="CMD"/>
        <w:rPr>
          <w:rFonts w:cs="Courier New"/>
          <w:lang w:val="pt-BR"/>
        </w:rPr>
      </w:pPr>
      <w:r>
        <w:t>% LLDP is not enabled</w:t>
      </w:r>
    </w:p>
    <w:p w14:paraId="7C5E1121" w14:textId="77777777" w:rsidR="001D6BC0" w:rsidRDefault="001D6BC0" w:rsidP="001D6BC0">
      <w:pPr>
        <w:pStyle w:val="SubStepAlpha"/>
      </w:pPr>
      <w:r>
        <w:rPr>
          <w:lang w:val="pt-BR"/>
        </w:rPr>
        <w:t>You</w:t>
      </w:r>
      <w:r>
        <w:t xml:space="preserve"> need to turn on LLDP, but it is a good idea to only send LLDP information to internal network devices and not to external networks. Discover which interface is connected to the internet by issuing the command </w:t>
      </w:r>
      <w:r>
        <w:rPr>
          <w:b/>
        </w:rPr>
        <w:t xml:space="preserve">show </w:t>
      </w:r>
      <w:proofErr w:type="spellStart"/>
      <w:r>
        <w:rPr>
          <w:b/>
        </w:rPr>
        <w:t>ip</w:t>
      </w:r>
      <w:proofErr w:type="spellEnd"/>
      <w:r>
        <w:rPr>
          <w:b/>
        </w:rPr>
        <w:t xml:space="preserve"> interface </w:t>
      </w:r>
      <w:r w:rsidRPr="00656753">
        <w:rPr>
          <w:b/>
        </w:rPr>
        <w:t>brief</w:t>
      </w:r>
      <w:r>
        <w:t xml:space="preserve">. Enable the LLDP protocol and completely disable LLDP on the interface that is connected to the internet. </w:t>
      </w:r>
    </w:p>
    <w:p w14:paraId="3FC42B08" w14:textId="77777777" w:rsidR="001D6BC0" w:rsidRDefault="001D6BC0" w:rsidP="001D6BC0">
      <w:pPr>
        <w:pStyle w:val="CMD"/>
        <w:rPr>
          <w:b/>
        </w:rPr>
      </w:pPr>
      <w:r>
        <w:t xml:space="preserve">RBO-Edge# </w:t>
      </w:r>
      <w:r>
        <w:rPr>
          <w:b/>
        </w:rPr>
        <w:t>configure terminal</w:t>
      </w:r>
    </w:p>
    <w:p w14:paraId="63B3981D" w14:textId="77777777" w:rsidR="001D6BC0" w:rsidRDefault="001D6BC0" w:rsidP="001D6BC0">
      <w:pPr>
        <w:pStyle w:val="CMD"/>
        <w:rPr>
          <w:b/>
        </w:rPr>
      </w:pPr>
      <w:r>
        <w:t>RBO</w:t>
      </w:r>
      <w:r w:rsidRPr="00C11E20">
        <w:t>-Edge(config)#</w:t>
      </w:r>
      <w:r>
        <w:rPr>
          <w:b/>
        </w:rPr>
        <w:t xml:space="preserve"> </w:t>
      </w:r>
      <w:proofErr w:type="spellStart"/>
      <w:r>
        <w:rPr>
          <w:b/>
        </w:rPr>
        <w:t>lldp</w:t>
      </w:r>
      <w:proofErr w:type="spellEnd"/>
      <w:r>
        <w:rPr>
          <w:b/>
        </w:rPr>
        <w:t xml:space="preserve"> run</w:t>
      </w:r>
    </w:p>
    <w:p w14:paraId="7BDF71F0" w14:textId="77777777" w:rsidR="001D6BC0" w:rsidRDefault="001D6BC0" w:rsidP="001D6BC0">
      <w:pPr>
        <w:pStyle w:val="CMD"/>
        <w:rPr>
          <w:b/>
        </w:rPr>
      </w:pPr>
      <w:r>
        <w:t>RBO</w:t>
      </w:r>
      <w:r w:rsidRPr="00C11E20">
        <w:t>-Edge(config)#</w:t>
      </w:r>
      <w:r>
        <w:rPr>
          <w:b/>
        </w:rPr>
        <w:t xml:space="preserve"> interface g0/0</w:t>
      </w:r>
    </w:p>
    <w:p w14:paraId="4623097C" w14:textId="77777777" w:rsidR="001D6BC0" w:rsidRDefault="001D6BC0" w:rsidP="001D6BC0">
      <w:pPr>
        <w:pStyle w:val="CMD"/>
        <w:rPr>
          <w:b/>
        </w:rPr>
      </w:pPr>
      <w:r>
        <w:t>RBO</w:t>
      </w:r>
      <w:r w:rsidRPr="00C11E20">
        <w:t>-Edge(config</w:t>
      </w:r>
      <w:r>
        <w:t>-</w:t>
      </w:r>
      <w:proofErr w:type="gramStart"/>
      <w:r>
        <w:t>if</w:t>
      </w:r>
      <w:r w:rsidRPr="00C11E20">
        <w:t>)#</w:t>
      </w:r>
      <w:proofErr w:type="gramEnd"/>
      <w:r>
        <w:rPr>
          <w:b/>
        </w:rPr>
        <w:t xml:space="preserve"> no </w:t>
      </w:r>
      <w:proofErr w:type="spellStart"/>
      <w:r>
        <w:rPr>
          <w:b/>
        </w:rPr>
        <w:t>lldp</w:t>
      </w:r>
      <w:proofErr w:type="spellEnd"/>
      <w:r>
        <w:rPr>
          <w:b/>
        </w:rPr>
        <w:t xml:space="preserve"> transmit</w:t>
      </w:r>
    </w:p>
    <w:p w14:paraId="492FB948" w14:textId="77777777" w:rsidR="001D6BC0" w:rsidRDefault="001D6BC0" w:rsidP="001D6BC0">
      <w:pPr>
        <w:pStyle w:val="CMD"/>
        <w:rPr>
          <w:b/>
        </w:rPr>
      </w:pPr>
      <w:r>
        <w:t>RBO</w:t>
      </w:r>
      <w:r w:rsidRPr="00C11E20">
        <w:t>-Edge(config</w:t>
      </w:r>
      <w:r>
        <w:t>-</w:t>
      </w:r>
      <w:proofErr w:type="gramStart"/>
      <w:r>
        <w:t>if</w:t>
      </w:r>
      <w:r w:rsidRPr="00C11E20">
        <w:t>)#</w:t>
      </w:r>
      <w:proofErr w:type="gramEnd"/>
      <w:r>
        <w:rPr>
          <w:b/>
        </w:rPr>
        <w:t xml:space="preserve"> no </w:t>
      </w:r>
      <w:proofErr w:type="spellStart"/>
      <w:r>
        <w:rPr>
          <w:b/>
        </w:rPr>
        <w:t>lldp</w:t>
      </w:r>
      <w:proofErr w:type="spellEnd"/>
      <w:r>
        <w:rPr>
          <w:b/>
        </w:rPr>
        <w:t xml:space="preserve"> receive</w:t>
      </w:r>
    </w:p>
    <w:p w14:paraId="46E3D3D3" w14:textId="77777777" w:rsidR="001D6BC0" w:rsidRDefault="001D6BC0" w:rsidP="001D6BC0">
      <w:pPr>
        <w:pStyle w:val="CMD"/>
        <w:rPr>
          <w:b/>
        </w:rPr>
      </w:pPr>
      <w:r>
        <w:t>RBO</w:t>
      </w:r>
      <w:r w:rsidRPr="00C11E20">
        <w:t>-Edge(config</w:t>
      </w:r>
      <w:r>
        <w:t>-</w:t>
      </w:r>
      <w:proofErr w:type="gramStart"/>
      <w:r>
        <w:t>if</w:t>
      </w:r>
      <w:r w:rsidRPr="00C11E20">
        <w:t>)#</w:t>
      </w:r>
      <w:proofErr w:type="gramEnd"/>
      <w:r>
        <w:rPr>
          <w:b/>
        </w:rPr>
        <w:t xml:space="preserve"> exit</w:t>
      </w:r>
    </w:p>
    <w:p w14:paraId="2D42293C" w14:textId="77777777" w:rsidR="001D6BC0" w:rsidRDefault="001D6BC0" w:rsidP="001D6BC0">
      <w:pPr>
        <w:pStyle w:val="SubStepAlpha"/>
      </w:pPr>
      <w:r>
        <w:rPr>
          <w:lang w:val="pt-BR"/>
        </w:rPr>
        <w:t xml:space="preserve">Issue a </w:t>
      </w:r>
      <w:r w:rsidRPr="00FC5A4F">
        <w:rPr>
          <w:b/>
          <w:lang w:val="pt-BR"/>
        </w:rPr>
        <w:t xml:space="preserve">show </w:t>
      </w:r>
      <w:r>
        <w:rPr>
          <w:b/>
          <w:lang w:val="pt-BR"/>
        </w:rPr>
        <w:t>lldp</w:t>
      </w:r>
      <w:r w:rsidRPr="00FC5A4F">
        <w:rPr>
          <w:b/>
          <w:lang w:val="pt-BR"/>
        </w:rPr>
        <w:t xml:space="preserve"> neighbors</w:t>
      </w:r>
      <w:r>
        <w:rPr>
          <w:lang w:val="pt-BR"/>
        </w:rPr>
        <w:t xml:space="preserve"> command to find any neighboring network devices</w:t>
      </w:r>
      <w:r>
        <w:t xml:space="preserve">. </w:t>
      </w:r>
    </w:p>
    <w:p w14:paraId="5E34A5A2" w14:textId="77777777" w:rsidR="001D6BC0" w:rsidRDefault="001D6BC0" w:rsidP="001D6BC0">
      <w:pPr>
        <w:pStyle w:val="BodyTextL50"/>
      </w:pPr>
      <w:r w:rsidRPr="0094319F">
        <w:rPr>
          <w:b/>
        </w:rPr>
        <w:t>Note</w:t>
      </w:r>
      <w:r>
        <w:t>: LLDP will only show connected devices that are also running LLDP.</w:t>
      </w:r>
    </w:p>
    <w:p w14:paraId="24C31297" w14:textId="77777777" w:rsidR="001D6BC0" w:rsidRDefault="001D6BC0" w:rsidP="001D6BC0">
      <w:pPr>
        <w:pStyle w:val="CMD"/>
        <w:rPr>
          <w:b/>
        </w:rPr>
      </w:pPr>
      <w:r>
        <w:t xml:space="preserve">RBO-Edge# </w:t>
      </w:r>
      <w:r>
        <w:rPr>
          <w:b/>
        </w:rPr>
        <w:t xml:space="preserve">show </w:t>
      </w:r>
      <w:proofErr w:type="spellStart"/>
      <w:r>
        <w:rPr>
          <w:b/>
        </w:rPr>
        <w:t>lldp</w:t>
      </w:r>
      <w:proofErr w:type="spellEnd"/>
      <w:r>
        <w:rPr>
          <w:b/>
        </w:rPr>
        <w:t xml:space="preserve"> neighbors</w:t>
      </w:r>
    </w:p>
    <w:p w14:paraId="6AAD036B" w14:textId="77777777" w:rsidR="007901BD" w:rsidRDefault="007901BD" w:rsidP="007A3E97">
      <w:pPr>
        <w:pStyle w:val="Heading3"/>
      </w:pPr>
      <w:r>
        <w:t>Question:</w:t>
      </w:r>
    </w:p>
    <w:p w14:paraId="0A69148A" w14:textId="77777777" w:rsidR="001D6BC0" w:rsidRDefault="001D6BC0" w:rsidP="007901BD">
      <w:pPr>
        <w:pStyle w:val="BodyTextL50"/>
        <w:spacing w:before="0"/>
      </w:pPr>
      <w:r>
        <w:t>Is there a neighboring network device? What type of device is it? What is its name? On what interface is it connected? Is the device’s IP address listed? Record the information in the Addressing Table.</w:t>
      </w:r>
    </w:p>
    <w:p w14:paraId="7C459E7D" w14:textId="77777777" w:rsidR="001D6BC0" w:rsidRPr="007901BD" w:rsidRDefault="00416533" w:rsidP="007901BD">
      <w:pPr>
        <w:pStyle w:val="AnswerLineL50"/>
      </w:pPr>
      <w:r>
        <w:t>Type your</w:t>
      </w:r>
      <w:r w:rsidR="001D6BC0" w:rsidRPr="007901BD">
        <w:t xml:space="preserve"> answers here.</w:t>
      </w:r>
    </w:p>
    <w:p w14:paraId="030A74D3" w14:textId="77777777" w:rsidR="001D6BC0" w:rsidRPr="00656753" w:rsidRDefault="001D6BC0" w:rsidP="001D6BC0">
      <w:pPr>
        <w:pStyle w:val="SubStepAlpha"/>
      </w:pPr>
      <w:r>
        <w:lastRenderedPageBreak/>
        <w:t xml:space="preserve">Use the </w:t>
      </w:r>
      <w:r>
        <w:rPr>
          <w:b/>
        </w:rPr>
        <w:t xml:space="preserve">show </w:t>
      </w:r>
      <w:proofErr w:type="spellStart"/>
      <w:r>
        <w:rPr>
          <w:b/>
        </w:rPr>
        <w:t>ip</w:t>
      </w:r>
      <w:proofErr w:type="spellEnd"/>
      <w:r>
        <w:rPr>
          <w:b/>
        </w:rPr>
        <w:t xml:space="preserve"> route</w:t>
      </w:r>
      <w:r w:rsidRPr="0011712B">
        <w:t xml:space="preserve"> command</w:t>
      </w:r>
      <w:r>
        <w:t xml:space="preserve"> to determine the address of the device that you found with the </w:t>
      </w:r>
      <w:r>
        <w:rPr>
          <w:b/>
        </w:rPr>
        <w:t xml:space="preserve">show </w:t>
      </w:r>
      <w:proofErr w:type="spellStart"/>
      <w:r>
        <w:rPr>
          <w:b/>
        </w:rPr>
        <w:t>lldp</w:t>
      </w:r>
      <w:proofErr w:type="spellEnd"/>
      <w:r>
        <w:rPr>
          <w:b/>
        </w:rPr>
        <w:t xml:space="preserve"> neighbors</w:t>
      </w:r>
      <w:r>
        <w:t xml:space="preserve"> command. Based on the information provided about the local address in the routing table and the prefix length of the network use that information to determine the neighbor address.</w:t>
      </w:r>
    </w:p>
    <w:p w14:paraId="43307441" w14:textId="77777777" w:rsidR="001D6BC0" w:rsidRDefault="001D6BC0" w:rsidP="001D6BC0">
      <w:pPr>
        <w:pStyle w:val="SubStepAlpha"/>
      </w:pPr>
      <w:r>
        <w:rPr>
          <w:lang w:val="pt-BR"/>
        </w:rPr>
        <w:t xml:space="preserve">To find additional information from the neighboring device, use the </w:t>
      </w:r>
      <w:r w:rsidRPr="008108A2">
        <w:rPr>
          <w:b/>
          <w:lang w:val="pt-BR"/>
        </w:rPr>
        <w:t xml:space="preserve">show </w:t>
      </w:r>
      <w:r>
        <w:rPr>
          <w:b/>
          <w:lang w:val="pt-BR"/>
        </w:rPr>
        <w:t>lldp</w:t>
      </w:r>
      <w:r w:rsidRPr="008108A2">
        <w:rPr>
          <w:b/>
          <w:lang w:val="pt-BR"/>
        </w:rPr>
        <w:t xml:space="preserve"> neighbors detail</w:t>
      </w:r>
      <w:r w:rsidRPr="0011712B">
        <w:rPr>
          <w:lang w:val="pt-BR"/>
        </w:rPr>
        <w:t xml:space="preserve"> command</w:t>
      </w:r>
      <w:r>
        <w:rPr>
          <w:lang w:val="pt-BR"/>
        </w:rPr>
        <w:t>:</w:t>
      </w:r>
    </w:p>
    <w:p w14:paraId="34E8C4E6" w14:textId="77777777" w:rsidR="001D6BC0" w:rsidRDefault="001D6BC0" w:rsidP="001D6BC0">
      <w:pPr>
        <w:pStyle w:val="CMD"/>
        <w:rPr>
          <w:b/>
        </w:rPr>
      </w:pPr>
      <w:r>
        <w:t xml:space="preserve">RBO-Edge# </w:t>
      </w:r>
      <w:r>
        <w:rPr>
          <w:b/>
        </w:rPr>
        <w:t xml:space="preserve">show </w:t>
      </w:r>
      <w:proofErr w:type="spellStart"/>
      <w:r>
        <w:rPr>
          <w:b/>
        </w:rPr>
        <w:t>lldp</w:t>
      </w:r>
      <w:proofErr w:type="spellEnd"/>
      <w:r>
        <w:rPr>
          <w:b/>
        </w:rPr>
        <w:t xml:space="preserve"> </w:t>
      </w:r>
      <w:proofErr w:type="gramStart"/>
      <w:r>
        <w:rPr>
          <w:b/>
        </w:rPr>
        <w:t>neighbors</w:t>
      </w:r>
      <w:proofErr w:type="gramEnd"/>
      <w:r>
        <w:rPr>
          <w:b/>
        </w:rPr>
        <w:t xml:space="preserve"> detail</w:t>
      </w:r>
    </w:p>
    <w:p w14:paraId="60D66985" w14:textId="77777777" w:rsidR="00F4459F" w:rsidRDefault="00F4459F" w:rsidP="00B778FD">
      <w:pPr>
        <w:pStyle w:val="Heading3"/>
      </w:pPr>
      <w:r>
        <w:t>Question:</w:t>
      </w:r>
    </w:p>
    <w:p w14:paraId="1C9AF57A" w14:textId="77777777" w:rsidR="001D6BC0" w:rsidRDefault="001D6BC0" w:rsidP="00F4459F">
      <w:pPr>
        <w:pStyle w:val="BodyTextL50"/>
        <w:spacing w:before="0"/>
      </w:pPr>
      <w:r>
        <w:t>What other piece of potentially sensitive information is listed?</w:t>
      </w:r>
    </w:p>
    <w:p w14:paraId="7FC7FAD8" w14:textId="77777777" w:rsidR="001D6BC0" w:rsidRPr="00F4459F" w:rsidRDefault="00416533" w:rsidP="00F4459F">
      <w:pPr>
        <w:pStyle w:val="AnswerLineL50"/>
      </w:pPr>
      <w:r>
        <w:t>Type your</w:t>
      </w:r>
      <w:r w:rsidR="001D6BC0" w:rsidRPr="00F4459F">
        <w:t xml:space="preserve"> answers here.</w:t>
      </w:r>
    </w:p>
    <w:p w14:paraId="3489E3E4" w14:textId="77777777" w:rsidR="001D6BC0" w:rsidRPr="00656753" w:rsidRDefault="001D6BC0" w:rsidP="001D6BC0">
      <w:pPr>
        <w:pStyle w:val="BodyTextL50"/>
      </w:pPr>
      <w:r>
        <w:rPr>
          <w:b/>
        </w:rPr>
        <w:t>Note</w:t>
      </w:r>
      <w:r w:rsidRPr="00F4459F">
        <w:t xml:space="preserve">: </w:t>
      </w:r>
      <w:r>
        <w:t>The current version of Packet Tracer does not provide the Management Address of the neighbor device. In this activity several neighbor device addresses have been provided in the Addressing Table.</w:t>
      </w:r>
    </w:p>
    <w:p w14:paraId="28F86650" w14:textId="77777777" w:rsidR="001D6BC0" w:rsidRDefault="001D6BC0" w:rsidP="001D6BC0">
      <w:pPr>
        <w:pStyle w:val="SubStepAlpha"/>
      </w:pPr>
      <w:r>
        <w:rPr>
          <w:lang w:val="pt-BR"/>
        </w:rPr>
        <w:t>Connect to the neighbor device with SSH to discover other devices that may be its neighbors</w:t>
      </w:r>
      <w:r>
        <w:t>.</w:t>
      </w:r>
    </w:p>
    <w:p w14:paraId="5C79E5A6" w14:textId="77777777" w:rsidR="001D6BC0" w:rsidRDefault="001D6BC0" w:rsidP="001D6BC0">
      <w:pPr>
        <w:pStyle w:val="BodyTextL50"/>
      </w:pPr>
      <w:r w:rsidRPr="0094319F">
        <w:rPr>
          <w:b/>
        </w:rPr>
        <w:t>Note</w:t>
      </w:r>
      <w:r>
        <w:t>: To connect with SSH use the same Remote RBO Office username and password.</w:t>
      </w:r>
    </w:p>
    <w:p w14:paraId="4B6C024C" w14:textId="77777777" w:rsidR="001D6BC0" w:rsidRDefault="001D6BC0" w:rsidP="001D6BC0">
      <w:pPr>
        <w:pStyle w:val="CMD"/>
        <w:rPr>
          <w:b/>
        </w:rPr>
      </w:pPr>
      <w:r>
        <w:t xml:space="preserve">RBO-Edge# </w:t>
      </w:r>
      <w:proofErr w:type="spellStart"/>
      <w:r>
        <w:rPr>
          <w:b/>
        </w:rPr>
        <w:t>ssh</w:t>
      </w:r>
      <w:proofErr w:type="spellEnd"/>
      <w:r>
        <w:rPr>
          <w:b/>
        </w:rPr>
        <w:t xml:space="preserve"> –l </w:t>
      </w:r>
      <w:proofErr w:type="spellStart"/>
      <w:r>
        <w:rPr>
          <w:b/>
        </w:rPr>
        <w:t>RBOadmin</w:t>
      </w:r>
      <w:proofErr w:type="spellEnd"/>
      <w:r>
        <w:rPr>
          <w:b/>
        </w:rPr>
        <w:t xml:space="preserve"> </w:t>
      </w:r>
      <w:r w:rsidRPr="00752B70">
        <w:rPr>
          <w:i/>
        </w:rPr>
        <w:t xml:space="preserve">&lt;the </w:t>
      </w:r>
      <w:proofErr w:type="spellStart"/>
      <w:r w:rsidRPr="00752B70">
        <w:rPr>
          <w:i/>
        </w:rPr>
        <w:t>ip</w:t>
      </w:r>
      <w:proofErr w:type="spellEnd"/>
      <w:r w:rsidRPr="00752B70">
        <w:rPr>
          <w:i/>
        </w:rPr>
        <w:t xml:space="preserve"> address of the neighbor device&gt;</w:t>
      </w:r>
      <w:r>
        <w:rPr>
          <w:b/>
        </w:rPr>
        <w:t xml:space="preserve"> </w:t>
      </w:r>
    </w:p>
    <w:p w14:paraId="7EC34E23" w14:textId="77777777" w:rsidR="00F4459F" w:rsidRDefault="00F4459F" w:rsidP="007A3E97">
      <w:pPr>
        <w:pStyle w:val="Heading3"/>
      </w:pPr>
      <w:bookmarkStart w:id="0" w:name="_GoBack"/>
      <w:bookmarkEnd w:id="0"/>
      <w:r>
        <w:t>Question:</w:t>
      </w:r>
    </w:p>
    <w:p w14:paraId="259989FB" w14:textId="77777777" w:rsidR="001D6BC0" w:rsidRDefault="001D6BC0" w:rsidP="00F4459F">
      <w:pPr>
        <w:pStyle w:val="BodyTextL50"/>
        <w:spacing w:before="0"/>
      </w:pPr>
      <w:r>
        <w:t>After successfully connecting with SSH, what does the command prompt show?</w:t>
      </w:r>
    </w:p>
    <w:p w14:paraId="0E4F2001" w14:textId="77777777" w:rsidR="001D6BC0" w:rsidRPr="00F4459F" w:rsidRDefault="00416533" w:rsidP="00F4459F">
      <w:pPr>
        <w:pStyle w:val="AnswerLineL50"/>
      </w:pPr>
      <w:r>
        <w:t>Type your</w:t>
      </w:r>
      <w:r w:rsidR="001D6BC0" w:rsidRPr="00F4459F">
        <w:t xml:space="preserve"> answers here.</w:t>
      </w:r>
    </w:p>
    <w:p w14:paraId="5CF6687A" w14:textId="77777777" w:rsidR="001D6BC0" w:rsidRPr="00B61071" w:rsidRDefault="001D6BC0" w:rsidP="001D6BC0">
      <w:pPr>
        <w:pStyle w:val="SubStepAlpha"/>
      </w:pPr>
      <w:r>
        <w:rPr>
          <w:lang w:val="pt-BR"/>
        </w:rPr>
        <w:t xml:space="preserve">You are remotely connected to the next neighbor. Use the </w:t>
      </w:r>
      <w:r w:rsidRPr="00B61071">
        <w:rPr>
          <w:b/>
          <w:lang w:val="pt-BR"/>
        </w:rPr>
        <w:t xml:space="preserve">show </w:t>
      </w:r>
      <w:r>
        <w:rPr>
          <w:b/>
          <w:lang w:val="pt-BR"/>
        </w:rPr>
        <w:t>lldp</w:t>
      </w:r>
      <w:r w:rsidRPr="00B61071">
        <w:rPr>
          <w:b/>
          <w:lang w:val="pt-BR"/>
        </w:rPr>
        <w:t xml:space="preserve"> neighbors</w:t>
      </w:r>
      <w:r>
        <w:rPr>
          <w:lang w:val="pt-BR"/>
        </w:rPr>
        <w:t xml:space="preserve"> command, and the </w:t>
      </w:r>
      <w:r w:rsidRPr="00B61071">
        <w:rPr>
          <w:b/>
          <w:lang w:val="pt-BR"/>
        </w:rPr>
        <w:t xml:space="preserve">show </w:t>
      </w:r>
      <w:r>
        <w:rPr>
          <w:b/>
          <w:lang w:val="pt-BR"/>
        </w:rPr>
        <w:t>lldp</w:t>
      </w:r>
      <w:r w:rsidRPr="00B61071">
        <w:rPr>
          <w:b/>
          <w:lang w:val="pt-BR"/>
        </w:rPr>
        <w:t xml:space="preserve"> neighbors detail</w:t>
      </w:r>
      <w:r>
        <w:rPr>
          <w:lang w:val="pt-BR"/>
        </w:rPr>
        <w:t xml:space="preserve"> command, to discover other connected neighbor devices.</w:t>
      </w:r>
    </w:p>
    <w:p w14:paraId="7412EBE1" w14:textId="77777777" w:rsidR="00F4459F" w:rsidRDefault="00F4459F" w:rsidP="007A3E97">
      <w:pPr>
        <w:pStyle w:val="Heading3"/>
      </w:pPr>
      <w:r>
        <w:t>Question:</w:t>
      </w:r>
    </w:p>
    <w:p w14:paraId="14F01598" w14:textId="77777777" w:rsidR="001D6BC0" w:rsidRDefault="001D6BC0" w:rsidP="00F4459F">
      <w:pPr>
        <w:pStyle w:val="BodyTextL50"/>
        <w:spacing w:before="0"/>
      </w:pPr>
      <w:r>
        <w:t>What types of network devices neighbor this device? Record any newly discovered devices in the Addressing Table. Include their hostname, interfaces, and IP addresses.</w:t>
      </w:r>
    </w:p>
    <w:p w14:paraId="59792FA0" w14:textId="77777777" w:rsidR="001D6BC0" w:rsidRPr="00F4459F" w:rsidRDefault="00416533" w:rsidP="00F4459F">
      <w:pPr>
        <w:pStyle w:val="AnswerLineL50"/>
      </w:pPr>
      <w:r>
        <w:t>Type your</w:t>
      </w:r>
      <w:r w:rsidR="001D6BC0" w:rsidRPr="00F4459F">
        <w:t xml:space="preserve"> answers here.</w:t>
      </w:r>
    </w:p>
    <w:p w14:paraId="3855BC8D" w14:textId="77777777" w:rsidR="001D6BC0" w:rsidRPr="00656753" w:rsidRDefault="001D6BC0" w:rsidP="001D6BC0">
      <w:pPr>
        <w:pStyle w:val="BodyTextL50"/>
      </w:pPr>
      <w:r>
        <w:t>Add the newly discovered device name next to the SVI entry for address 192.168.4.131.</w:t>
      </w:r>
    </w:p>
    <w:p w14:paraId="4C2F2C03" w14:textId="77777777" w:rsidR="00F4459F" w:rsidRDefault="001D6BC0" w:rsidP="001D6BC0">
      <w:pPr>
        <w:pStyle w:val="SubStepAlpha"/>
      </w:pPr>
      <w:r>
        <w:t xml:space="preserve">Connect to the SVI for address 192.168.4.131 using SSH and credentials used previously. If prompted for an enable secret password, use the same password as used for </w:t>
      </w:r>
      <w:proofErr w:type="spellStart"/>
      <w:r w:rsidRPr="00656753">
        <w:rPr>
          <w:b/>
        </w:rPr>
        <w:t>RBOAdmin</w:t>
      </w:r>
      <w:proofErr w:type="spellEnd"/>
      <w:r>
        <w:t xml:space="preserve">. </w:t>
      </w:r>
      <w:r w:rsidRPr="00656753">
        <w:rPr>
          <w:lang w:val="pt-BR"/>
        </w:rPr>
        <w:t>Use</w:t>
      </w:r>
      <w:r>
        <w:rPr>
          <w:lang w:val="pt-BR"/>
        </w:rPr>
        <w:t xml:space="preserve"> the </w:t>
      </w:r>
      <w:r w:rsidRPr="00B61071">
        <w:rPr>
          <w:b/>
          <w:lang w:val="pt-BR"/>
        </w:rPr>
        <w:t xml:space="preserve">show </w:t>
      </w:r>
      <w:r>
        <w:rPr>
          <w:b/>
          <w:lang w:val="pt-BR"/>
        </w:rPr>
        <w:t>lldp</w:t>
      </w:r>
      <w:r w:rsidRPr="00B61071">
        <w:rPr>
          <w:b/>
          <w:lang w:val="pt-BR"/>
        </w:rPr>
        <w:t xml:space="preserve"> neighbors</w:t>
      </w:r>
      <w:r>
        <w:rPr>
          <w:lang w:val="pt-BR"/>
        </w:rPr>
        <w:t xml:space="preserve"> command, and the </w:t>
      </w:r>
      <w:r w:rsidRPr="00B61071">
        <w:rPr>
          <w:b/>
          <w:lang w:val="pt-BR"/>
        </w:rPr>
        <w:t xml:space="preserve">show </w:t>
      </w:r>
      <w:r>
        <w:rPr>
          <w:b/>
          <w:lang w:val="pt-BR"/>
        </w:rPr>
        <w:t>lldp</w:t>
      </w:r>
      <w:r w:rsidRPr="00B61071">
        <w:rPr>
          <w:b/>
          <w:lang w:val="pt-BR"/>
        </w:rPr>
        <w:t xml:space="preserve"> neighbors detail</w:t>
      </w:r>
      <w:r>
        <w:rPr>
          <w:lang w:val="pt-BR"/>
        </w:rPr>
        <w:t xml:space="preserve"> command, to discover other connected neighbor devices.</w:t>
      </w:r>
    </w:p>
    <w:p w14:paraId="48B8512C" w14:textId="77777777" w:rsidR="00F4459F" w:rsidRDefault="00F4459F" w:rsidP="007A3E97">
      <w:pPr>
        <w:pStyle w:val="Heading3"/>
      </w:pPr>
      <w:r>
        <w:t>Question:</w:t>
      </w:r>
    </w:p>
    <w:p w14:paraId="620ED5E8" w14:textId="77777777" w:rsidR="001D6BC0" w:rsidRDefault="001D6BC0" w:rsidP="00F4459F">
      <w:pPr>
        <w:pStyle w:val="BodyTextL50"/>
        <w:spacing w:before="0"/>
      </w:pPr>
      <w:r>
        <w:t>What types of network devices neighbor this device? Record any newly discovered devices in the Addressing Table. Include their hostname, interfaces, and IP addresses.</w:t>
      </w:r>
    </w:p>
    <w:p w14:paraId="6E3105B6" w14:textId="77777777" w:rsidR="001D6BC0" w:rsidRPr="00F4459F" w:rsidRDefault="00416533" w:rsidP="00F4459F">
      <w:pPr>
        <w:pStyle w:val="AnswerLineL50"/>
      </w:pPr>
      <w:r>
        <w:t>Type your</w:t>
      </w:r>
      <w:r w:rsidR="001D6BC0" w:rsidRPr="00F4459F">
        <w:t xml:space="preserve"> answers here.</w:t>
      </w:r>
    </w:p>
    <w:p w14:paraId="61FC25BD" w14:textId="77777777" w:rsidR="001D6BC0" w:rsidRPr="00656753" w:rsidRDefault="001D6BC0" w:rsidP="001D6BC0">
      <w:pPr>
        <w:pStyle w:val="SubStepAlpha"/>
        <w:numPr>
          <w:ilvl w:val="0"/>
          <w:numId w:val="0"/>
        </w:numPr>
        <w:ind w:left="720"/>
      </w:pPr>
      <w:r>
        <w:t>Place the newly discovered device name next to the SVI entry for address 192.168.4.132.</w:t>
      </w:r>
    </w:p>
    <w:p w14:paraId="2140C0CB" w14:textId="77777777" w:rsidR="001D6BC0" w:rsidRDefault="001D6BC0" w:rsidP="007A3E97">
      <w:pPr>
        <w:pStyle w:val="SubStepAlpha"/>
        <w:rPr>
          <w:lang w:val="pt-BR"/>
        </w:rPr>
      </w:pPr>
      <w:r>
        <w:t xml:space="preserve">Connect to the SVI for address 192.168.4.133 using SSH and credentials used previously. </w:t>
      </w:r>
      <w:r>
        <w:rPr>
          <w:lang w:val="pt-BR"/>
        </w:rPr>
        <w:t xml:space="preserve">Issue the command </w:t>
      </w:r>
      <w:r>
        <w:rPr>
          <w:b/>
          <w:lang w:val="pt-BR"/>
        </w:rPr>
        <w:t>show lldp</w:t>
      </w:r>
      <w:r>
        <w:rPr>
          <w:lang w:val="pt-BR"/>
        </w:rPr>
        <w:t>, you should receive a message:</w:t>
      </w:r>
    </w:p>
    <w:p w14:paraId="4C30EC42" w14:textId="77777777" w:rsidR="001D6BC0" w:rsidRDefault="001D6BC0" w:rsidP="001D6BC0">
      <w:pPr>
        <w:pStyle w:val="CMDOutput"/>
        <w:rPr>
          <w:lang w:val="pt-BR"/>
        </w:rPr>
      </w:pPr>
      <w:r>
        <w:t>% LLDP is not enabled</w:t>
      </w:r>
    </w:p>
    <w:p w14:paraId="0BE488E1" w14:textId="77777777" w:rsidR="001D6BC0" w:rsidRPr="00656753" w:rsidRDefault="001D6BC0" w:rsidP="00F4459F">
      <w:pPr>
        <w:pStyle w:val="BodyTextL50"/>
      </w:pPr>
      <w:r>
        <w:t xml:space="preserve">Enable </w:t>
      </w:r>
      <w:proofErr w:type="spellStart"/>
      <w:r>
        <w:rPr>
          <w:b/>
        </w:rPr>
        <w:t>lldp</w:t>
      </w:r>
      <w:proofErr w:type="spellEnd"/>
      <w:r>
        <w:t xml:space="preserve"> globally as in Step C. There is no need to configure </w:t>
      </w:r>
      <w:r w:rsidRPr="00656753">
        <w:rPr>
          <w:b/>
        </w:rPr>
        <w:t>transmit</w:t>
      </w:r>
      <w:r>
        <w:t xml:space="preserve"> or </w:t>
      </w:r>
      <w:r w:rsidRPr="00656753">
        <w:rPr>
          <w:b/>
        </w:rPr>
        <w:t>receive</w:t>
      </w:r>
      <w:r>
        <w:t xml:space="preserve"> options </w:t>
      </w:r>
      <w:r w:rsidR="00F4459F">
        <w:t>because</w:t>
      </w:r>
      <w:r>
        <w:t xml:space="preserve"> they are on by default. </w:t>
      </w:r>
      <w:r>
        <w:rPr>
          <w:lang w:val="pt-BR"/>
        </w:rPr>
        <w:t xml:space="preserve">Use the </w:t>
      </w:r>
      <w:r w:rsidRPr="00B61071">
        <w:rPr>
          <w:b/>
          <w:lang w:val="pt-BR"/>
        </w:rPr>
        <w:t xml:space="preserve">show </w:t>
      </w:r>
      <w:r>
        <w:rPr>
          <w:b/>
          <w:lang w:val="pt-BR"/>
        </w:rPr>
        <w:t>lldp</w:t>
      </w:r>
      <w:r w:rsidRPr="00B61071">
        <w:rPr>
          <w:b/>
          <w:lang w:val="pt-BR"/>
        </w:rPr>
        <w:t xml:space="preserve"> neighbors</w:t>
      </w:r>
      <w:r>
        <w:rPr>
          <w:lang w:val="pt-BR"/>
        </w:rPr>
        <w:t xml:space="preserve"> command, and the </w:t>
      </w:r>
      <w:r w:rsidRPr="00B61071">
        <w:rPr>
          <w:b/>
          <w:lang w:val="pt-BR"/>
        </w:rPr>
        <w:t xml:space="preserve">show </w:t>
      </w:r>
      <w:r>
        <w:rPr>
          <w:b/>
          <w:lang w:val="pt-BR"/>
        </w:rPr>
        <w:t>lldp</w:t>
      </w:r>
      <w:r w:rsidRPr="00B61071">
        <w:rPr>
          <w:b/>
          <w:lang w:val="pt-BR"/>
        </w:rPr>
        <w:t xml:space="preserve"> neighbors detail</w:t>
      </w:r>
      <w:r>
        <w:rPr>
          <w:lang w:val="pt-BR"/>
        </w:rPr>
        <w:t xml:space="preserve"> command, to discover other connected neighbor devices.</w:t>
      </w:r>
    </w:p>
    <w:p w14:paraId="5963DE9A" w14:textId="77777777" w:rsidR="00F4459F" w:rsidRDefault="00F4459F" w:rsidP="007A3E97">
      <w:pPr>
        <w:pStyle w:val="Heading3"/>
      </w:pPr>
      <w:r>
        <w:t>Question:</w:t>
      </w:r>
    </w:p>
    <w:p w14:paraId="675FA2FE" w14:textId="77777777" w:rsidR="001D6BC0" w:rsidRDefault="001D6BC0" w:rsidP="00F4459F">
      <w:pPr>
        <w:pStyle w:val="BodyTextL50"/>
        <w:spacing w:before="0"/>
      </w:pPr>
      <w:r>
        <w:t xml:space="preserve">What types of network devices neighbor this device? Record any newly discovered devices in the Addressing Table. Include their hostname, interfaces, and IP addresses. It may be beneficial to reconnect </w:t>
      </w:r>
      <w:r>
        <w:lastRenderedPageBreak/>
        <w:t>to the previously discovered devices to display neighbors one more time to complete the entire addressing table now that all devices are configured for LLDP.</w:t>
      </w:r>
    </w:p>
    <w:p w14:paraId="5AFCDD70" w14:textId="77777777" w:rsidR="001D6BC0" w:rsidRPr="00F4459F" w:rsidRDefault="00416533" w:rsidP="00F4459F">
      <w:pPr>
        <w:pStyle w:val="AnswerLineL50"/>
      </w:pPr>
      <w:r>
        <w:t>Type your</w:t>
      </w:r>
      <w:r w:rsidR="001D6BC0" w:rsidRPr="00F4459F">
        <w:t xml:space="preserve"> answers here.</w:t>
      </w:r>
    </w:p>
    <w:p w14:paraId="70FC9CB3" w14:textId="7F064D48" w:rsidR="001D6BC0" w:rsidRDefault="001D6BC0" w:rsidP="00DC514B">
      <w:pPr>
        <w:pStyle w:val="SubStepAlpha"/>
      </w:pPr>
      <w:r>
        <w:t>Draw a topology of the Remote RBO Office network using the information that you have gathered with LLDP.</w:t>
      </w:r>
    </w:p>
    <w:p w14:paraId="34A71EC4" w14:textId="1D504FEB" w:rsidR="00775A80" w:rsidRDefault="00775A80" w:rsidP="00775A80">
      <w:pPr>
        <w:pStyle w:val="ConfigWindow"/>
      </w:pPr>
      <w:r>
        <w:t>End of document</w:t>
      </w:r>
    </w:p>
    <w:sectPr w:rsidR="00775A80"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B615C" w14:textId="77777777" w:rsidR="004F0D2C" w:rsidRDefault="004F0D2C" w:rsidP="00710659">
      <w:pPr>
        <w:spacing w:after="0" w:line="240" w:lineRule="auto"/>
      </w:pPr>
      <w:r>
        <w:separator/>
      </w:r>
    </w:p>
    <w:p w14:paraId="42F30726" w14:textId="77777777" w:rsidR="004F0D2C" w:rsidRDefault="004F0D2C"/>
  </w:endnote>
  <w:endnote w:type="continuationSeparator" w:id="0">
    <w:p w14:paraId="67DB8579" w14:textId="77777777" w:rsidR="004F0D2C" w:rsidRDefault="004F0D2C" w:rsidP="00710659">
      <w:pPr>
        <w:spacing w:after="0" w:line="240" w:lineRule="auto"/>
      </w:pPr>
      <w:r>
        <w:continuationSeparator/>
      </w:r>
    </w:p>
    <w:p w14:paraId="6B9C61ED" w14:textId="77777777" w:rsidR="004F0D2C" w:rsidRDefault="004F0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D0046" w14:textId="6D88FC1F"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474EC7">
          <w:t>2016</w:t>
        </w:r>
      </w:sdtContent>
    </w:sdt>
    <w:r>
      <w:t xml:space="preserve"> - </w:t>
    </w:r>
    <w:r>
      <w:fldChar w:fldCharType="begin"/>
    </w:r>
    <w:r>
      <w:instrText xml:space="preserve"> SAVEDATE  \@ "yyyy"  \* MERGEFORMAT </w:instrText>
    </w:r>
    <w:r>
      <w:fldChar w:fldCharType="separate"/>
    </w:r>
    <w:r w:rsidR="00C85266">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C7FD2" w14:textId="4B64334D"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474EC7">
          <w:t>2016</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C85266">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FF9865" w14:textId="77777777" w:rsidR="004F0D2C" w:rsidRDefault="004F0D2C" w:rsidP="00710659">
      <w:pPr>
        <w:spacing w:after="0" w:line="240" w:lineRule="auto"/>
      </w:pPr>
      <w:r>
        <w:separator/>
      </w:r>
    </w:p>
    <w:p w14:paraId="3985FEE2" w14:textId="77777777" w:rsidR="004F0D2C" w:rsidRDefault="004F0D2C"/>
  </w:footnote>
  <w:footnote w:type="continuationSeparator" w:id="0">
    <w:p w14:paraId="018409F2" w14:textId="77777777" w:rsidR="004F0D2C" w:rsidRDefault="004F0D2C" w:rsidP="00710659">
      <w:pPr>
        <w:spacing w:after="0" w:line="240" w:lineRule="auto"/>
      </w:pPr>
      <w:r>
        <w:continuationSeparator/>
      </w:r>
    </w:p>
    <w:p w14:paraId="417E3113" w14:textId="77777777" w:rsidR="004F0D2C" w:rsidRDefault="004F0D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1604762DF8A34E70A4EA46C29180DDEF"/>
      </w:placeholder>
      <w:dataBinding w:prefixMappings="xmlns:ns0='http://purl.org/dc/elements/1.1/' xmlns:ns1='http://schemas.openxmlformats.org/package/2006/metadata/core-properties' " w:xpath="/ns1:coreProperties[1]/ns0:title[1]" w:storeItemID="{6C3C8BC8-F283-45AE-878A-BAB7291924A1}"/>
      <w:text/>
    </w:sdtPr>
    <w:sdtEndPr/>
    <w:sdtContent>
      <w:p w14:paraId="6EA8EFE6" w14:textId="77777777" w:rsidR="00926CB2" w:rsidRDefault="00BC74A4" w:rsidP="008402F2">
        <w:pPr>
          <w:pStyle w:val="PageHead"/>
        </w:pPr>
        <w:r>
          <w:t>Packet Tracer - Use LLDP to Map a Network</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1149B" w14:textId="77777777" w:rsidR="00926CB2" w:rsidRDefault="00882B63" w:rsidP="006C3FCF">
    <w:pPr>
      <w:ind w:left="-288"/>
    </w:pPr>
    <w:r>
      <w:rPr>
        <w:noProof/>
      </w:rPr>
      <w:drawing>
        <wp:inline distT="0" distB="0" distL="0" distR="0" wp14:anchorId="42211076" wp14:editId="098157D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A2E45BC"/>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6FB36B59"/>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BC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A4935"/>
    <w:rsid w:val="000B2344"/>
    <w:rsid w:val="000B7DE5"/>
    <w:rsid w:val="000C2118"/>
    <w:rsid w:val="000C333E"/>
    <w:rsid w:val="000C5EF2"/>
    <w:rsid w:val="000C6425"/>
    <w:rsid w:val="000C6E6E"/>
    <w:rsid w:val="000C7B7D"/>
    <w:rsid w:val="000D55B4"/>
    <w:rsid w:val="000E65F0"/>
    <w:rsid w:val="000F072C"/>
    <w:rsid w:val="000F1C8E"/>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0127"/>
    <w:rsid w:val="00162105"/>
    <w:rsid w:val="00162EEA"/>
    <w:rsid w:val="00163164"/>
    <w:rsid w:val="00163ACA"/>
    <w:rsid w:val="00166253"/>
    <w:rsid w:val="001704B7"/>
    <w:rsid w:val="001708A6"/>
    <w:rsid w:val="001710C0"/>
    <w:rsid w:val="00172AFB"/>
    <w:rsid w:val="001772B8"/>
    <w:rsid w:val="00180FBF"/>
    <w:rsid w:val="001813C3"/>
    <w:rsid w:val="00182CF4"/>
    <w:rsid w:val="00185046"/>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D6BC0"/>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45C2"/>
    <w:rsid w:val="00224A2F"/>
    <w:rsid w:val="00225E37"/>
    <w:rsid w:val="00231DCA"/>
    <w:rsid w:val="00235792"/>
    <w:rsid w:val="00242E3A"/>
    <w:rsid w:val="00246492"/>
    <w:rsid w:val="002506CF"/>
    <w:rsid w:val="0025107F"/>
    <w:rsid w:val="00260CD4"/>
    <w:rsid w:val="002618AA"/>
    <w:rsid w:val="002635F1"/>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E15F1"/>
    <w:rsid w:val="002F45FF"/>
    <w:rsid w:val="002F66D3"/>
    <w:rsid w:val="002F6D17"/>
    <w:rsid w:val="00302887"/>
    <w:rsid w:val="003056EB"/>
    <w:rsid w:val="003071FF"/>
    <w:rsid w:val="00310652"/>
    <w:rsid w:val="00311065"/>
    <w:rsid w:val="0031371D"/>
    <w:rsid w:val="0031789F"/>
    <w:rsid w:val="00320788"/>
    <w:rsid w:val="003233A3"/>
    <w:rsid w:val="00334C33"/>
    <w:rsid w:val="00336F09"/>
    <w:rsid w:val="0034218C"/>
    <w:rsid w:val="0034455D"/>
    <w:rsid w:val="0034604B"/>
    <w:rsid w:val="00346D17"/>
    <w:rsid w:val="00347972"/>
    <w:rsid w:val="0035469B"/>
    <w:rsid w:val="003559CC"/>
    <w:rsid w:val="00355D4B"/>
    <w:rsid w:val="003569D7"/>
    <w:rsid w:val="003608AC"/>
    <w:rsid w:val="003619DD"/>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533"/>
    <w:rsid w:val="00416C42"/>
    <w:rsid w:val="00422476"/>
    <w:rsid w:val="0042385C"/>
    <w:rsid w:val="00426FA5"/>
    <w:rsid w:val="00431654"/>
    <w:rsid w:val="00434926"/>
    <w:rsid w:val="00443ACE"/>
    <w:rsid w:val="00444217"/>
    <w:rsid w:val="004478F4"/>
    <w:rsid w:val="00450F7A"/>
    <w:rsid w:val="00452C6D"/>
    <w:rsid w:val="00453475"/>
    <w:rsid w:val="00455E0B"/>
    <w:rsid w:val="0045724D"/>
    <w:rsid w:val="00457934"/>
    <w:rsid w:val="00462B9F"/>
    <w:rsid w:val="004659EE"/>
    <w:rsid w:val="00473E34"/>
    <w:rsid w:val="00474EC7"/>
    <w:rsid w:val="00476BA9"/>
    <w:rsid w:val="00481650"/>
    <w:rsid w:val="00490807"/>
    <w:rsid w:val="004936C2"/>
    <w:rsid w:val="0049379C"/>
    <w:rsid w:val="004A1CA0"/>
    <w:rsid w:val="004A22E9"/>
    <w:rsid w:val="004A4ACD"/>
    <w:rsid w:val="004A506C"/>
    <w:rsid w:val="004A5BC5"/>
    <w:rsid w:val="004B023D"/>
    <w:rsid w:val="004C0909"/>
    <w:rsid w:val="004C2F1C"/>
    <w:rsid w:val="004C3F97"/>
    <w:rsid w:val="004D01F2"/>
    <w:rsid w:val="004D2CED"/>
    <w:rsid w:val="004D3339"/>
    <w:rsid w:val="004D353F"/>
    <w:rsid w:val="004D36D7"/>
    <w:rsid w:val="004D682B"/>
    <w:rsid w:val="004E6152"/>
    <w:rsid w:val="004F0D2C"/>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1666"/>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4C23"/>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51BE"/>
    <w:rsid w:val="00775A80"/>
    <w:rsid w:val="0078405B"/>
    <w:rsid w:val="00786F58"/>
    <w:rsid w:val="00787CC1"/>
    <w:rsid w:val="007901BD"/>
    <w:rsid w:val="00792F4E"/>
    <w:rsid w:val="0079398D"/>
    <w:rsid w:val="00796C25"/>
    <w:rsid w:val="007A287C"/>
    <w:rsid w:val="007A3B2A"/>
    <w:rsid w:val="007A3E97"/>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5153"/>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2479"/>
    <w:rsid w:val="00996053"/>
    <w:rsid w:val="009974B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77965"/>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3FD4"/>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778FD"/>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4A4"/>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5266"/>
    <w:rsid w:val="00C87039"/>
    <w:rsid w:val="00C8718B"/>
    <w:rsid w:val="00C872E4"/>
    <w:rsid w:val="00C878D9"/>
    <w:rsid w:val="00C90311"/>
    <w:rsid w:val="00C91C26"/>
    <w:rsid w:val="00CA2BB2"/>
    <w:rsid w:val="00CA73D5"/>
    <w:rsid w:val="00CB2FC9"/>
    <w:rsid w:val="00CB4AD5"/>
    <w:rsid w:val="00CB5068"/>
    <w:rsid w:val="00CB7D2B"/>
    <w:rsid w:val="00CC1C87"/>
    <w:rsid w:val="00CC3000"/>
    <w:rsid w:val="00CC4859"/>
    <w:rsid w:val="00CC7A35"/>
    <w:rsid w:val="00CD072A"/>
    <w:rsid w:val="00CD1070"/>
    <w:rsid w:val="00CD40B1"/>
    <w:rsid w:val="00CD51E0"/>
    <w:rsid w:val="00CD6688"/>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6B35"/>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514B"/>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459F"/>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9EDD4C"/>
  <w15:docId w15:val="{73F2669F-96A7-45F7-AD3C-0BAD4173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B778FD"/>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B778FD"/>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B778FD"/>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0F1C8E"/>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7A3E97"/>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36F09"/>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A3E97"/>
    <w:pPr>
      <w:spacing w:before="0" w:after="0"/>
    </w:pPr>
    <w:rPr>
      <w:i/>
      <w:color w:val="FFFFFF" w:themeColor="background1"/>
      <w:sz w:val="6"/>
    </w:rPr>
  </w:style>
  <w:style w:type="paragraph" w:customStyle="1" w:styleId="SubStepAlpha">
    <w:name w:val="SubStep Alpha"/>
    <w:basedOn w:val="BodyTextL25"/>
    <w:qFormat/>
    <w:rsid w:val="00B778FD"/>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B778FD"/>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B778FD"/>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7A3E97"/>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F1C8E"/>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604762DF8A34E70A4EA46C29180DDEF"/>
        <w:category>
          <w:name w:val="General"/>
          <w:gallery w:val="placeholder"/>
        </w:category>
        <w:types>
          <w:type w:val="bbPlcHdr"/>
        </w:types>
        <w:behaviors>
          <w:behavior w:val="content"/>
        </w:behaviors>
        <w:guid w:val="{566B7AF6-17F3-4EA8-B289-893C3CACC881}"/>
      </w:docPartPr>
      <w:docPartBody>
        <w:p w:rsidR="00836B30" w:rsidRDefault="00C7276F">
          <w:pPr>
            <w:pStyle w:val="1604762DF8A34E70A4EA46C29180DDE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76F"/>
    <w:rsid w:val="00080659"/>
    <w:rsid w:val="000B49B7"/>
    <w:rsid w:val="003970CF"/>
    <w:rsid w:val="003E1A41"/>
    <w:rsid w:val="00647C2B"/>
    <w:rsid w:val="00836B30"/>
    <w:rsid w:val="00A34600"/>
    <w:rsid w:val="00C04927"/>
    <w:rsid w:val="00C72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604762DF8A34E70A4EA46C29180DDEF">
    <w:name w:val="1604762DF8A34E70A4EA46C29180DD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8FDEA2-4924-4E99-8DFF-9D685EBB2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18</TotalTime>
  <Pages>5</Pages>
  <Words>1261</Words>
  <Characters>7192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Packet Tracer - Use LLDP to Map a Network</vt:lpstr>
    </vt:vector>
  </TitlesOfParts>
  <Company>Cisco Systems, Inc.</Company>
  <LinksUpToDate>false</LinksUpToDate>
  <CharactersWithSpaces>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Use LLDP to Map a Network</dc:title>
  <dc:creator>SP</dc:creator>
  <dc:description>2016</dc:description>
  <cp:lastModifiedBy>Suk-Yi Pennock -X (spennock - UNICON INC at Cisco)</cp:lastModifiedBy>
  <cp:revision>14</cp:revision>
  <cp:lastPrinted>2019-11-27T21:40:00Z</cp:lastPrinted>
  <dcterms:created xsi:type="dcterms:W3CDTF">2019-11-25T23:43:00Z</dcterms:created>
  <dcterms:modified xsi:type="dcterms:W3CDTF">2019-11-27T21:40:00Z</dcterms:modified>
</cp:coreProperties>
</file>